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32DEFA" w14:textId="77777777" w:rsidR="00152CDF" w:rsidRDefault="00152CDF"/>
    <w:tbl>
      <w:tblPr>
        <w:tblW w:w="9464" w:type="dxa"/>
        <w:tblInd w:w="-38" w:type="dxa"/>
        <w:tblBorders>
          <w:top w:val="single" w:sz="12" w:space="0" w:color="auto"/>
          <w:bottom w:val="single" w:sz="12" w:space="0" w:color="auto"/>
          <w:insideH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464"/>
      </w:tblGrid>
      <w:tr w:rsidR="00152CDF" w14:paraId="7500D3D6" w14:textId="77777777" w:rsidTr="00D9793C">
        <w:trPr>
          <w:trHeight w:val="1899"/>
        </w:trPr>
        <w:tc>
          <w:tcPr>
            <w:tcW w:w="9464" w:type="dxa"/>
          </w:tcPr>
          <w:p w14:paraId="62A0F60F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E305436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0F1B6D84" w14:textId="6D67F511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48318596" w14:textId="2EDEA170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2DE40647" w14:textId="1FD19B4D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473F93B7" w14:textId="77777777" w:rsidR="008945C2" w:rsidRDefault="008945C2" w:rsidP="00152CDF">
            <w:pPr>
              <w:spacing w:before="240"/>
              <w:rPr>
                <w:noProof/>
                <w:sz w:val="24"/>
              </w:rPr>
            </w:pPr>
          </w:p>
          <w:p w14:paraId="034FB965" w14:textId="77777777" w:rsidR="00152CDF" w:rsidRDefault="00152CDF" w:rsidP="00152CDF">
            <w:pPr>
              <w:spacing w:before="240"/>
              <w:rPr>
                <w:noProof/>
                <w:sz w:val="24"/>
              </w:rPr>
            </w:pPr>
          </w:p>
          <w:p w14:paraId="2488191B" w14:textId="77777777" w:rsidR="00D9793C" w:rsidRPr="00D9793C" w:rsidRDefault="00D9793C" w:rsidP="00D9793C">
            <w:pPr>
              <w:spacing w:before="240"/>
              <w:rPr>
                <w:noProof/>
                <w:sz w:val="24"/>
              </w:rPr>
            </w:pPr>
            <w:r w:rsidRPr="00D9793C">
              <w:rPr>
                <w:noProof/>
                <w:sz w:val="24"/>
              </w:rPr>
              <w:t>Ausschreibungsunterlagen für Bauarbeiten</w:t>
            </w:r>
          </w:p>
          <w:p w14:paraId="1437EA3E" w14:textId="548FB6AF" w:rsidR="00D9793C" w:rsidRPr="00D9793C" w:rsidRDefault="00D9793C" w:rsidP="00D9793C">
            <w:pPr>
              <w:spacing w:before="240"/>
              <w:rPr>
                <w:b/>
                <w:noProof/>
                <w:sz w:val="24"/>
              </w:rPr>
            </w:pPr>
            <w:r w:rsidRPr="00D9793C">
              <w:rPr>
                <w:b/>
                <w:noProof/>
                <w:sz w:val="24"/>
              </w:rPr>
              <w:t xml:space="preserve">Dokument </w:t>
            </w:r>
            <w:r w:rsidR="00D50084">
              <w:rPr>
                <w:b/>
                <w:noProof/>
                <w:sz w:val="24"/>
              </w:rPr>
              <w:t>D</w:t>
            </w:r>
            <w:r w:rsidR="00DD3D4E">
              <w:rPr>
                <w:b/>
                <w:noProof/>
                <w:sz w:val="24"/>
              </w:rPr>
              <w:t>2</w:t>
            </w:r>
          </w:p>
          <w:p w14:paraId="4022174D" w14:textId="5C173452" w:rsidR="00D9793C" w:rsidRPr="00D9793C" w:rsidRDefault="001F0BDC" w:rsidP="00D9793C">
            <w:pPr>
              <w:rPr>
                <w:b/>
                <w:noProof/>
                <w:sz w:val="24"/>
              </w:rPr>
            </w:pPr>
            <w:r>
              <w:rPr>
                <w:b/>
                <w:noProof/>
                <w:sz w:val="24"/>
              </w:rPr>
              <w:t xml:space="preserve">Angaben des Anbieters – </w:t>
            </w:r>
            <w:r w:rsidR="004E4AE7">
              <w:rPr>
                <w:b/>
                <w:noProof/>
                <w:sz w:val="24"/>
              </w:rPr>
              <w:t>Angebot</w:t>
            </w:r>
            <w:r>
              <w:rPr>
                <w:b/>
                <w:noProof/>
                <w:sz w:val="24"/>
              </w:rPr>
              <w:t xml:space="preserve"> Baumeisterarbeiten</w:t>
            </w:r>
          </w:p>
          <w:p w14:paraId="76E4C973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21130DF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88CAAAA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77BF27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9113CE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155A7849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AC5407E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C47EF8D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3EBDBC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FF66BC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B905D0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6C4D727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22D1D9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7D41187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B13765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02A6DEE2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56C138A0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4DA638A1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7CD7558C" w14:textId="77777777" w:rsidR="00152CDF" w:rsidRDefault="00152CDF" w:rsidP="00152CDF">
            <w:pPr>
              <w:rPr>
                <w:b/>
                <w:noProof/>
                <w:sz w:val="24"/>
              </w:rPr>
            </w:pPr>
          </w:p>
          <w:p w14:paraId="2DC5C007" w14:textId="77777777" w:rsidR="00152CDF" w:rsidRDefault="00152CDF">
            <w:pPr>
              <w:tabs>
                <w:tab w:val="left" w:pos="142"/>
              </w:tabs>
              <w:rPr>
                <w:b/>
                <w:noProof/>
                <w:sz w:val="24"/>
              </w:rPr>
            </w:pPr>
          </w:p>
          <w:p w14:paraId="32983520" w14:textId="77777777" w:rsidR="00216324" w:rsidRDefault="00216324">
            <w:pPr>
              <w:tabs>
                <w:tab w:val="left" w:pos="142"/>
              </w:tabs>
              <w:rPr>
                <w:b/>
                <w:noProof/>
                <w:sz w:val="24"/>
              </w:rPr>
            </w:pPr>
          </w:p>
          <w:p w14:paraId="2FF933D0" w14:textId="77777777" w:rsidR="00216324" w:rsidRDefault="00216324">
            <w:pPr>
              <w:tabs>
                <w:tab w:val="left" w:pos="142"/>
              </w:tabs>
              <w:rPr>
                <w:b/>
                <w:noProof/>
                <w:sz w:val="24"/>
              </w:rPr>
            </w:pPr>
          </w:p>
          <w:p w14:paraId="3336D377" w14:textId="77777777" w:rsidR="00216324" w:rsidRDefault="00216324">
            <w:pPr>
              <w:tabs>
                <w:tab w:val="left" w:pos="142"/>
              </w:tabs>
              <w:rPr>
                <w:b/>
                <w:noProof/>
                <w:sz w:val="24"/>
              </w:rPr>
            </w:pPr>
          </w:p>
          <w:p w14:paraId="1D8C3E89" w14:textId="77777777" w:rsidR="00216324" w:rsidRDefault="00216324">
            <w:pPr>
              <w:tabs>
                <w:tab w:val="left" w:pos="142"/>
              </w:tabs>
              <w:rPr>
                <w:b/>
                <w:noProof/>
                <w:sz w:val="24"/>
              </w:rPr>
            </w:pPr>
          </w:p>
          <w:p w14:paraId="66C15D8B" w14:textId="77777777" w:rsidR="00216324" w:rsidRDefault="00216324">
            <w:pPr>
              <w:tabs>
                <w:tab w:val="left" w:pos="142"/>
              </w:tabs>
            </w:pPr>
          </w:p>
          <w:p w14:paraId="2B58F16B" w14:textId="45B5ACC7" w:rsidR="00E85A67" w:rsidRDefault="006E4511">
            <w:pPr>
              <w:tabs>
                <w:tab w:val="left" w:pos="142"/>
              </w:tabs>
            </w:pPr>
            <w:r>
              <w:rPr>
                <w:b/>
                <w:noProof/>
                <w:sz w:val="24"/>
              </w:rPr>
              <w:fldChar w:fldCharType="begin">
                <w:ffData>
                  <w:name w:val="Version_Datum"/>
                  <w:enabled/>
                  <w:calcOnExit w:val="0"/>
                  <w:textInput>
                    <w:default w:val="Version 2.0 vom 31.03.2025"/>
                  </w:textInput>
                </w:ffData>
              </w:fldChar>
            </w:r>
            <w:bookmarkStart w:id="0" w:name="Version_Datum"/>
            <w:r>
              <w:rPr>
                <w:b/>
                <w:noProof/>
                <w:sz w:val="24"/>
              </w:rPr>
              <w:instrText xml:space="preserve"> FORMTEXT </w:instrText>
            </w:r>
            <w:r>
              <w:rPr>
                <w:b/>
                <w:noProof/>
                <w:sz w:val="24"/>
              </w:rPr>
            </w:r>
            <w:r>
              <w:rPr>
                <w:b/>
                <w:noProof/>
                <w:sz w:val="24"/>
              </w:rPr>
              <w:fldChar w:fldCharType="separate"/>
            </w:r>
            <w:r>
              <w:rPr>
                <w:b/>
                <w:noProof/>
                <w:sz w:val="24"/>
              </w:rPr>
              <w:t>Version 2.0 vom 31.03.2025</w:t>
            </w:r>
            <w:r>
              <w:rPr>
                <w:b/>
                <w:noProof/>
                <w:sz w:val="24"/>
              </w:rPr>
              <w:fldChar w:fldCharType="end"/>
            </w:r>
            <w:bookmarkEnd w:id="0"/>
          </w:p>
          <w:p w14:paraId="0E0BC7E8" w14:textId="1664929B" w:rsidR="00E85A67" w:rsidRDefault="00E85A67">
            <w:pPr>
              <w:tabs>
                <w:tab w:val="left" w:pos="142"/>
              </w:tabs>
            </w:pPr>
          </w:p>
        </w:tc>
      </w:tr>
    </w:tbl>
    <w:p w14:paraId="519F5214" w14:textId="7441E48F" w:rsidR="00B0258E" w:rsidRPr="0058774C" w:rsidRDefault="007427B5" w:rsidP="00EF5431">
      <w:pPr>
        <w:pStyle w:val="Verzeichnis1"/>
      </w:pPr>
      <w:r>
        <w:br w:type="page"/>
      </w:r>
      <w:bookmarkStart w:id="1" w:name="_Toc318965062"/>
    </w:p>
    <w:p w14:paraId="1045FDED" w14:textId="016F4239" w:rsidR="00CC0C6D" w:rsidRDefault="00CC0C6D" w:rsidP="00B0258E">
      <w:r>
        <w:lastRenderedPageBreak/>
        <w:t>Auf Basis des</w:t>
      </w:r>
      <w:r w:rsidR="00B0258E" w:rsidRPr="00D171A5">
        <w:t xml:space="preserve"> Leistungsverzeichni</w:t>
      </w:r>
      <w:r>
        <w:t>s</w:t>
      </w:r>
      <w:r w:rsidR="00B0258E" w:rsidRPr="00D171A5">
        <w:t>s</w:t>
      </w:r>
      <w:r>
        <w:t>es</w:t>
      </w:r>
      <w:r w:rsidR="00B0258E" w:rsidRPr="00D171A5">
        <w:t xml:space="preserve"> der Baumeisterarbeiten</w:t>
      </w:r>
      <w:r>
        <w:t xml:space="preserve"> (Dokument C2) ist ein Angebot zu erarbeiten.</w:t>
      </w:r>
    </w:p>
    <w:p w14:paraId="58E100D5" w14:textId="7C114762" w:rsidR="00CC0C6D" w:rsidRDefault="00CC0C6D" w:rsidP="00B0258E">
      <w:r>
        <w:t>Das ausgefüllte und unveränderte Angebot (Leistungsverzeichnis) ist in nachfolgender Form abzugeben:</w:t>
      </w:r>
    </w:p>
    <w:p w14:paraId="477E1907" w14:textId="0ECE2D65" w:rsidR="007D2155" w:rsidRDefault="007D2155" w:rsidP="007D2155">
      <w:pPr>
        <w:pStyle w:val="Listenabsatz"/>
        <w:numPr>
          <w:ilvl w:val="0"/>
          <w:numId w:val="15"/>
        </w:numPr>
      </w:pPr>
      <w:r>
        <w:t>1x ausgedruckt diesem Dokument beiliegend</w:t>
      </w:r>
    </w:p>
    <w:p w14:paraId="730FFF98" w14:textId="6CF53472" w:rsidR="007D2155" w:rsidRDefault="007D2155" w:rsidP="007D2155">
      <w:pPr>
        <w:pStyle w:val="Listenabsatz"/>
        <w:numPr>
          <w:ilvl w:val="0"/>
          <w:numId w:val="15"/>
        </w:numPr>
      </w:pPr>
      <w:r>
        <w:t xml:space="preserve">1x </w:t>
      </w:r>
      <w:r w:rsidR="0087778D">
        <w:t xml:space="preserve">auf </w:t>
      </w:r>
      <w:r>
        <w:t>USB-Stick mit:</w:t>
      </w:r>
    </w:p>
    <w:p w14:paraId="30394A88" w14:textId="47DCF290" w:rsidR="007D2155" w:rsidRDefault="00D33C80" w:rsidP="007D2155">
      <w:pPr>
        <w:pStyle w:val="Listenabsatz"/>
        <w:numPr>
          <w:ilvl w:val="1"/>
          <w:numId w:val="15"/>
        </w:numPr>
      </w:pPr>
      <w:r>
        <w:t>Angebot (</w:t>
      </w:r>
      <w:r w:rsidR="007D2155">
        <w:t>Leistungsverzeichnis</w:t>
      </w:r>
      <w:r>
        <w:t>)</w:t>
      </w:r>
      <w:r w:rsidR="007D2155">
        <w:t xml:space="preserve"> im </w:t>
      </w:r>
      <w:proofErr w:type="gramStart"/>
      <w:r w:rsidR="007D2155">
        <w:t>PDF-Format</w:t>
      </w:r>
      <w:proofErr w:type="gramEnd"/>
    </w:p>
    <w:p w14:paraId="61F88752" w14:textId="565BA427" w:rsidR="007D2155" w:rsidRPr="00D171A5" w:rsidRDefault="00D33C80" w:rsidP="007D2155">
      <w:pPr>
        <w:pStyle w:val="Listenabsatz"/>
        <w:numPr>
          <w:ilvl w:val="1"/>
          <w:numId w:val="15"/>
        </w:numPr>
      </w:pPr>
      <w:r>
        <w:t>Angebot (</w:t>
      </w:r>
      <w:r w:rsidR="007D2155">
        <w:t>Leistungsverzeichnis</w:t>
      </w:r>
      <w:r>
        <w:t>)</w:t>
      </w:r>
      <w:r w:rsidR="007D2155">
        <w:t xml:space="preserve"> mit</w:t>
      </w:r>
      <w:r w:rsidR="007D2155" w:rsidRPr="007D2155">
        <w:t xml:space="preserve"> Schnittstelle nach </w:t>
      </w:r>
      <w:proofErr w:type="spellStart"/>
      <w:r w:rsidR="007D2155" w:rsidRPr="007D2155">
        <w:t>IfA</w:t>
      </w:r>
      <w:proofErr w:type="spellEnd"/>
      <w:r w:rsidR="007D2155" w:rsidRPr="007D2155">
        <w:t xml:space="preserve"> 92 oder nach IfA18 gemäss Norm SIA 451</w:t>
      </w:r>
      <w:bookmarkEnd w:id="1"/>
      <w:r w:rsidR="00A27884">
        <w:t xml:space="preserve"> </w:t>
      </w:r>
    </w:p>
    <w:sectPr w:rsidR="007D2155" w:rsidRPr="00D171A5" w:rsidSect="00B26B16">
      <w:headerReference w:type="default" r:id="rId11"/>
      <w:footerReference w:type="default" r:id="rId12"/>
      <w:headerReference w:type="first" r:id="rId13"/>
      <w:type w:val="continuous"/>
      <w:pgSz w:w="11906" w:h="16838" w:code="9"/>
      <w:pgMar w:top="1701" w:right="1247" w:bottom="567" w:left="1247" w:header="680" w:footer="56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361FB3" w14:textId="77777777" w:rsidR="00CF2834" w:rsidRDefault="00CF2834">
      <w:r>
        <w:separator/>
      </w:r>
    </w:p>
  </w:endnote>
  <w:endnote w:type="continuationSeparator" w:id="0">
    <w:p w14:paraId="377C0321" w14:textId="77777777" w:rsidR="00CF2834" w:rsidRDefault="00CF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Frutiger LT Com 55 Roman">
    <w:altName w:val="Calibri"/>
    <w:charset w:val="00"/>
    <w:family w:val="swiss"/>
    <w:pitch w:val="variable"/>
    <w:sig w:usb0="800000AF" w:usb1="5000204A" w:usb2="00000000" w:usb3="00000000" w:csb0="0000009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5C6BFD" w14:textId="77777777" w:rsidR="00CF2834" w:rsidRDefault="00CF283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napToGrid w:val="0"/>
        <w:sz w:val="8"/>
      </w:rPr>
    </w:pPr>
  </w:p>
  <w:p w14:paraId="5EA7AF69" w14:textId="259B41B5" w:rsidR="00CF2834" w:rsidRDefault="00216324">
    <w:pPr>
      <w:pStyle w:val="Fuzeile"/>
      <w:pBdr>
        <w:top w:val="single" w:sz="4" w:space="1" w:color="auto"/>
      </w:pBdr>
      <w:tabs>
        <w:tab w:val="clear" w:pos="4536"/>
        <w:tab w:val="clear" w:pos="9072"/>
        <w:tab w:val="right" w:pos="9356"/>
      </w:tabs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REF Version_Datum \h  \* MERGEFORMAT </w:instrText>
    </w:r>
    <w:r>
      <w:rPr>
        <w:snapToGrid w:val="0"/>
        <w:sz w:val="16"/>
      </w:rPr>
    </w:r>
    <w:r>
      <w:rPr>
        <w:snapToGrid w:val="0"/>
        <w:sz w:val="16"/>
      </w:rPr>
      <w:fldChar w:fldCharType="separate"/>
    </w:r>
    <w:r w:rsidR="006E4511" w:rsidRPr="006E4511">
      <w:rPr>
        <w:snapToGrid w:val="0"/>
        <w:sz w:val="16"/>
      </w:rPr>
      <w:t>Version 2.0 vom 31.03.2025</w:t>
    </w:r>
    <w:r>
      <w:rPr>
        <w:snapToGrid w:val="0"/>
        <w:sz w:val="16"/>
      </w:rPr>
      <w:fldChar w:fldCharType="end"/>
    </w:r>
    <w:r w:rsidR="00CF2834">
      <w:rPr>
        <w:snapToGrid w:val="0"/>
        <w:sz w:val="16"/>
      </w:rPr>
      <w:tab/>
      <w:t xml:space="preserve">Seite </w:t>
    </w:r>
    <w:r w:rsidR="00CF2834">
      <w:rPr>
        <w:rStyle w:val="Seitenzahl"/>
        <w:sz w:val="16"/>
      </w:rPr>
      <w:fldChar w:fldCharType="begin"/>
    </w:r>
    <w:r w:rsidR="00CF2834">
      <w:rPr>
        <w:rStyle w:val="Seitenzahl"/>
        <w:sz w:val="16"/>
      </w:rPr>
      <w:instrText xml:space="preserve"> PAGE </w:instrText>
    </w:r>
    <w:r w:rsidR="00CF2834">
      <w:rPr>
        <w:rStyle w:val="Seitenzahl"/>
        <w:sz w:val="16"/>
      </w:rPr>
      <w:fldChar w:fldCharType="separate"/>
    </w:r>
    <w:r w:rsidR="00AF6E62">
      <w:rPr>
        <w:rStyle w:val="Seitenzahl"/>
        <w:noProof/>
        <w:sz w:val="16"/>
      </w:rPr>
      <w:t>2</w:t>
    </w:r>
    <w:r w:rsidR="00CF2834">
      <w:rPr>
        <w:rStyle w:val="Seitenzahl"/>
        <w:sz w:val="16"/>
      </w:rPr>
      <w:fldChar w:fldCharType="end"/>
    </w:r>
    <w:r w:rsidR="00CF2834">
      <w:rPr>
        <w:rStyle w:val="Seitenzahl"/>
        <w:sz w:val="16"/>
      </w:rPr>
      <w:t xml:space="preserve"> / </w:t>
    </w:r>
    <w:r w:rsidR="00CF2834">
      <w:rPr>
        <w:rStyle w:val="Seitenzahl"/>
        <w:sz w:val="16"/>
      </w:rPr>
      <w:fldChar w:fldCharType="begin"/>
    </w:r>
    <w:r w:rsidR="00CF2834">
      <w:rPr>
        <w:rStyle w:val="Seitenzahl"/>
        <w:sz w:val="16"/>
      </w:rPr>
      <w:instrText xml:space="preserve"> NUMPAGES </w:instrText>
    </w:r>
    <w:r w:rsidR="00CF2834">
      <w:rPr>
        <w:rStyle w:val="Seitenzahl"/>
        <w:sz w:val="16"/>
      </w:rPr>
      <w:fldChar w:fldCharType="separate"/>
    </w:r>
    <w:r w:rsidR="00AF6E62">
      <w:rPr>
        <w:rStyle w:val="Seitenzahl"/>
        <w:noProof/>
        <w:sz w:val="16"/>
      </w:rPr>
      <w:t>2</w:t>
    </w:r>
    <w:r w:rsidR="00CF2834">
      <w:rPr>
        <w:rStyle w:val="Seitenzah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D54E73" w14:textId="77777777" w:rsidR="00CF2834" w:rsidRDefault="00CF2834">
      <w:r>
        <w:separator/>
      </w:r>
    </w:p>
  </w:footnote>
  <w:footnote w:type="continuationSeparator" w:id="0">
    <w:p w14:paraId="38598EDE" w14:textId="77777777" w:rsidR="00CF2834" w:rsidRDefault="00CF28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63504C" w14:textId="77777777" w:rsidR="00CF2834" w:rsidRDefault="00CF2834">
    <w:pPr>
      <w:pStyle w:val="Kopfzeile"/>
      <w:jc w:val="right"/>
      <w:rPr>
        <w:sz w:val="20"/>
      </w:rPr>
    </w:pPr>
    <w:r>
      <w:rPr>
        <w:sz w:val="20"/>
      </w:rPr>
      <w:t>Ausschreibung Bauarbeiten</w:t>
    </w:r>
  </w:p>
  <w:p w14:paraId="223D0E08" w14:textId="77777777" w:rsidR="001B6DFB" w:rsidRDefault="001B6DFB" w:rsidP="001B6DFB">
    <w:pPr>
      <w:pStyle w:val="Kopfzeile"/>
      <w:jc w:val="right"/>
      <w:rPr>
        <w:sz w:val="20"/>
      </w:rPr>
    </w:pPr>
    <w:bookmarkStart w:id="2" w:name="_Hlk161308407"/>
    <w:r>
      <w:rPr>
        <w:sz w:val="20"/>
      </w:rPr>
      <w:t xml:space="preserve">Projekt: </w:t>
    </w:r>
    <w:r>
      <w:rPr>
        <w:sz w:val="20"/>
      </w:rPr>
      <w:fldChar w:fldCharType="begin"/>
    </w:r>
    <w:r>
      <w:rPr>
        <w:sz w:val="20"/>
      </w:rPr>
      <w:instrText xml:space="preserve">  </w:instrText>
    </w:r>
    <w:r>
      <w:rPr>
        <w:sz w:val="20"/>
      </w:rPr>
      <w:fldChar w:fldCharType="end"/>
    </w:r>
    <w:r>
      <w:rPr>
        <w:i/>
        <w:vanish/>
        <w:color w:val="FF0000"/>
        <w:sz w:val="20"/>
      </w:rPr>
      <w:t xml:space="preserve"> </w:t>
    </w:r>
    <w:r>
      <w:rPr>
        <w:i/>
        <w:color w:val="FF0000"/>
        <w:sz w:val="20"/>
      </w:rPr>
      <w:t>Projektbezeichnung</w:t>
    </w:r>
  </w:p>
  <w:bookmarkEnd w:id="2"/>
  <w:p w14:paraId="2D0C6700" w14:textId="1E7DF32B" w:rsidR="00CF2834" w:rsidRDefault="00CF2834">
    <w:pPr>
      <w:pStyle w:val="Kopfzeile"/>
      <w:jc w:val="right"/>
      <w:rPr>
        <w:sz w:val="20"/>
      </w:rPr>
    </w:pPr>
    <w:r>
      <w:rPr>
        <w:sz w:val="20"/>
      </w:rPr>
      <w:t>Dokument D2</w:t>
    </w:r>
  </w:p>
  <w:p w14:paraId="4FD83A59" w14:textId="77777777" w:rsidR="00CF2834" w:rsidRDefault="00CF2834">
    <w:pPr>
      <w:pStyle w:val="Kopfzeile"/>
      <w:pBdr>
        <w:bottom w:val="single" w:sz="4" w:space="1" w:color="auto"/>
      </w:pBdr>
      <w:rPr>
        <w:sz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BATabellenrasterohneRahmenlinien"/>
      <w:tblW w:w="9464" w:type="dxa"/>
      <w:tblLook w:val="04A0" w:firstRow="1" w:lastRow="0" w:firstColumn="1" w:lastColumn="0" w:noHBand="0" w:noVBand="1"/>
    </w:tblPr>
    <w:tblGrid>
      <w:gridCol w:w="5103"/>
      <w:gridCol w:w="2410"/>
      <w:gridCol w:w="1951"/>
    </w:tblGrid>
    <w:tr w:rsidR="00352A25" w14:paraId="7BBAA159" w14:textId="77777777" w:rsidTr="00CE1DFD">
      <w:trPr>
        <w:trHeight w:val="714"/>
      </w:trPr>
      <w:tc>
        <w:tcPr>
          <w:tcW w:w="5103" w:type="dxa"/>
          <w:vAlign w:val="bottom"/>
        </w:tcPr>
        <w:p w14:paraId="7AA04807" w14:textId="77777777" w:rsidR="00352A25" w:rsidRDefault="00352A25" w:rsidP="00352A25">
          <w:pPr>
            <w:pStyle w:val="Untertitel"/>
            <w:spacing w:after="0"/>
          </w:pPr>
          <w:bookmarkStart w:id="3" w:name="_Hlk148879071"/>
          <w:r>
            <w:rPr>
              <w:noProof/>
            </w:rPr>
            <w:drawing>
              <wp:anchor distT="0" distB="0" distL="114300" distR="114300" simplePos="0" relativeHeight="251660288" behindDoc="0" locked="0" layoutInCell="1" allowOverlap="1" wp14:anchorId="41CCD662" wp14:editId="6A493B9A">
                <wp:simplePos x="0" y="0"/>
                <wp:positionH relativeFrom="column">
                  <wp:posOffset>2409190</wp:posOffset>
                </wp:positionH>
                <wp:positionV relativeFrom="paragraph">
                  <wp:posOffset>127000</wp:posOffset>
                </wp:positionV>
                <wp:extent cx="1282700" cy="641350"/>
                <wp:effectExtent l="0" t="0" r="0" b="6350"/>
                <wp:wrapNone/>
                <wp:docPr id="1163983145" name="Grafi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biLevel thresh="75000"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82700" cy="6413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>
            <w:rPr>
              <w:noProof/>
              <w:lang w:eastAsia="de-CH"/>
            </w:rPr>
            <w:drawing>
              <wp:inline distT="0" distB="0" distL="0" distR="0" wp14:anchorId="16806029" wp14:editId="55F5B6DF">
                <wp:extent cx="1371600" cy="905407"/>
                <wp:effectExtent l="0" t="0" r="0" b="0"/>
                <wp:docPr id="1096462828" name="Grafik 1096462828" descr="C:\StadtBE\Logos\TVS-ohne-Abstan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StadtBE\Logos\TVS-ohne-Abstand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71600" cy="90540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410" w:type="dxa"/>
        </w:tcPr>
        <w:p w14:paraId="71F8283B" w14:textId="77777777" w:rsidR="00352A25" w:rsidRDefault="00352A25" w:rsidP="00352A25">
          <w:pPr>
            <w:pStyle w:val="Kopfzeile"/>
          </w:pPr>
        </w:p>
      </w:tc>
      <w:tc>
        <w:tcPr>
          <w:tcW w:w="1951" w:type="dxa"/>
        </w:tcPr>
        <w:p w14:paraId="582C61BC" w14:textId="77777777" w:rsidR="00352A25" w:rsidRDefault="00352A25" w:rsidP="00352A25">
          <w:pPr>
            <w:pStyle w:val="Kopfzeile"/>
          </w:pPr>
          <w:bookmarkStart w:id="4" w:name="_Hlk148879324"/>
        </w:p>
        <w:p w14:paraId="39AE3E57" w14:textId="77777777" w:rsidR="00352A25" w:rsidRDefault="00352A25" w:rsidP="00352A25">
          <w:pPr>
            <w:pStyle w:val="Kopfzeile"/>
          </w:pPr>
          <w:r w:rsidRPr="005074C8">
            <w:rPr>
              <w:noProof/>
              <w:lang w:eastAsia="de-CH"/>
            </w:rPr>
            <w:drawing>
              <wp:anchor distT="0" distB="0" distL="114300" distR="114300" simplePos="0" relativeHeight="251659264" behindDoc="1" locked="0" layoutInCell="1" allowOverlap="1" wp14:anchorId="4E7568C5" wp14:editId="09412CA7">
                <wp:simplePos x="0" y="0"/>
                <wp:positionH relativeFrom="column">
                  <wp:posOffset>123003</wp:posOffset>
                </wp:positionH>
                <wp:positionV relativeFrom="paragraph">
                  <wp:posOffset>134444</wp:posOffset>
                </wp:positionV>
                <wp:extent cx="1141466" cy="215371"/>
                <wp:effectExtent l="0" t="0" r="1905" b="0"/>
                <wp:wrapNone/>
                <wp:docPr id="307412707" name="Grafik 307412707" descr="Ein Bild, das Text, Schrift, Screenshot, Grafiken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 descr="Ein Bild, das Text, Schrift, Screenshot, Grafiken enthält.&#10;&#10;Automatisch generierte Beschreibu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BEBA8EAE-BF5A-486C-A8C5-ECC9F3942E4B}">
                              <a14:imgProps xmlns:a14="http://schemas.microsoft.com/office/drawing/2010/main">
                                <a14:imgLayer r:embed="rId5">
                                  <a14:imgEffect>
                                    <a14:sharpenSoften amount="-50000"/>
                                  </a14:imgEffect>
                                </a14:imgLayer>
                              </a14:imgProps>
                            </a:ex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55497" cy="21801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bookmarkEnd w:id="4"/>
        <w:p w14:paraId="6C9A6FA9" w14:textId="77777777" w:rsidR="00352A25" w:rsidRDefault="00352A25" w:rsidP="00352A25">
          <w:pPr>
            <w:pStyle w:val="Kopfzeile"/>
            <w:ind w:firstLine="709"/>
          </w:pPr>
        </w:p>
      </w:tc>
    </w:tr>
    <w:bookmarkEnd w:id="3"/>
  </w:tbl>
  <w:p w14:paraId="783A5B9D" w14:textId="77777777" w:rsidR="00CF2834" w:rsidRPr="002A0B12" w:rsidRDefault="00CF2834" w:rsidP="004D251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4588D61E"/>
    <w:lvl w:ilvl="0">
      <w:start w:val="1"/>
      <w:numFmt w:val="bullet"/>
      <w:pStyle w:val="berschrift9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54E41A30"/>
    <w:lvl w:ilvl="0">
      <w:start w:val="1"/>
      <w:numFmt w:val="decimal"/>
      <w:pStyle w:val="berschrift1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upperLetter"/>
      <w:pStyle w:val="berschrift2"/>
      <w:lvlText w:val="%1 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37AE3F4C"/>
    <w:multiLevelType w:val="hybridMultilevel"/>
    <w:tmpl w:val="239CA2B4"/>
    <w:lvl w:ilvl="0" w:tplc="C988FCE4">
      <w:start w:val="1"/>
      <w:numFmt w:val="bullet"/>
      <w:lvlText w:val=""/>
      <w:lvlJc w:val="left"/>
      <w:pPr>
        <w:ind w:left="1349" w:hanging="360"/>
      </w:pPr>
      <w:rPr>
        <w:rFonts w:ascii="Wingdings" w:hAnsi="Wingdings" w:hint="default"/>
      </w:rPr>
    </w:lvl>
    <w:lvl w:ilvl="1" w:tplc="0807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3" w15:restartNumberingAfterBreak="0">
    <w:nsid w:val="3F7A756A"/>
    <w:multiLevelType w:val="multilevel"/>
    <w:tmpl w:val="57D2909C"/>
    <w:lvl w:ilvl="0">
      <w:start w:val="1"/>
      <w:numFmt w:val="decimal"/>
      <w:pStyle w:val="ListemitZahlen"/>
      <w:lvlText w:val="%1.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276"/>
        </w:tabs>
        <w:ind w:left="1276" w:hanging="425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701"/>
        </w:tabs>
        <w:ind w:left="1701" w:hanging="425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126"/>
        </w:tabs>
        <w:ind w:left="2126" w:hanging="425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552"/>
        </w:tabs>
        <w:ind w:left="2552" w:hanging="426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977"/>
        </w:tabs>
        <w:ind w:left="2977" w:hanging="425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402"/>
        </w:tabs>
        <w:ind w:left="3402" w:hanging="425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827"/>
        </w:tabs>
        <w:ind w:left="3827" w:hanging="425"/>
      </w:pPr>
      <w:rPr>
        <w:rFonts w:hint="default"/>
      </w:rPr>
    </w:lvl>
  </w:abstractNum>
  <w:abstractNum w:abstractNumId="4" w15:restartNumberingAfterBreak="0">
    <w:nsid w:val="41063273"/>
    <w:multiLevelType w:val="hybridMultilevel"/>
    <w:tmpl w:val="5AA830AC"/>
    <w:lvl w:ilvl="0" w:tplc="0BE83F9C">
      <w:start w:val="1"/>
      <w:numFmt w:val="bullet"/>
      <w:lvlText w:val="–"/>
      <w:lvlJc w:val="left"/>
      <w:pPr>
        <w:ind w:left="1429" w:hanging="360"/>
      </w:pPr>
      <w:rPr>
        <w:rFonts w:ascii="Frutiger LT Com 55 Roman" w:hAnsi="Frutiger LT Com 55 Roman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48477CCA"/>
    <w:multiLevelType w:val="singleLevel"/>
    <w:tmpl w:val="9036E470"/>
    <w:lvl w:ilvl="0">
      <w:start w:val="1"/>
      <w:numFmt w:val="bullet"/>
      <w:pStyle w:val="Bulleted"/>
      <w:lvlText w:val="Z"/>
      <w:lvlJc w:val="left"/>
      <w:pPr>
        <w:tabs>
          <w:tab w:val="num" w:pos="1276"/>
        </w:tabs>
        <w:ind w:left="1276" w:hanging="567"/>
      </w:pPr>
      <w:rPr>
        <w:rFonts w:ascii="Arial" w:hAnsi="Arial" w:hint="default"/>
        <w:sz w:val="22"/>
      </w:rPr>
    </w:lvl>
  </w:abstractNum>
  <w:abstractNum w:abstractNumId="6" w15:restartNumberingAfterBreak="0">
    <w:nsid w:val="50692363"/>
    <w:multiLevelType w:val="hybridMultilevel"/>
    <w:tmpl w:val="885C9C9C"/>
    <w:lvl w:ilvl="0" w:tplc="080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603465F"/>
    <w:multiLevelType w:val="multilevel"/>
    <w:tmpl w:val="37E00B16"/>
    <w:lvl w:ilvl="0">
      <w:start w:val="1"/>
      <w:numFmt w:val="bullet"/>
      <w:pStyle w:val="CISPunktEinzug"/>
      <w:lvlText w:val="•"/>
      <w:lvlJc w:val="left"/>
      <w:pPr>
        <w:tabs>
          <w:tab w:val="num" w:pos="737"/>
        </w:tabs>
        <w:ind w:left="737" w:hanging="368"/>
      </w:pPr>
      <w:rPr>
        <w:rFonts w:ascii="Frutiger LT Com 55 Roman" w:hAnsi="Frutiger LT Com 55 Roman" w:hint="default"/>
        <w:w w:val="10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B1D1447"/>
    <w:multiLevelType w:val="hybridMultilevel"/>
    <w:tmpl w:val="5B648452"/>
    <w:lvl w:ilvl="0" w:tplc="604A7696">
      <w:start w:val="1"/>
      <w:numFmt w:val="bullet"/>
      <w:lvlText w:val="-"/>
      <w:lvlJc w:val="left"/>
      <w:pPr>
        <w:ind w:left="1571" w:hanging="360"/>
      </w:pPr>
      <w:rPr>
        <w:rFonts w:ascii="Courier New" w:hAnsi="Courier New" w:cs="Times New Roman" w:hint="default"/>
      </w:rPr>
    </w:lvl>
    <w:lvl w:ilvl="1" w:tplc="0807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7000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70003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7000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70003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6CA07A6E"/>
    <w:multiLevelType w:val="hybridMultilevel"/>
    <w:tmpl w:val="D5467F14"/>
    <w:lvl w:ilvl="0" w:tplc="020285A6">
      <w:start w:val="5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67555401">
    <w:abstractNumId w:val="0"/>
  </w:num>
  <w:num w:numId="2" w16cid:durableId="1667706527">
    <w:abstractNumId w:val="1"/>
  </w:num>
  <w:num w:numId="3" w16cid:durableId="960182954">
    <w:abstractNumId w:val="5"/>
  </w:num>
  <w:num w:numId="4" w16cid:durableId="1598752353">
    <w:abstractNumId w:val="2"/>
  </w:num>
  <w:num w:numId="5" w16cid:durableId="642851301">
    <w:abstractNumId w:val="6"/>
  </w:num>
  <w:num w:numId="6" w16cid:durableId="2032560498">
    <w:abstractNumId w:val="3"/>
  </w:num>
  <w:num w:numId="7" w16cid:durableId="177236608">
    <w:abstractNumId w:val="8"/>
  </w:num>
  <w:num w:numId="8" w16cid:durableId="1342664830">
    <w:abstractNumId w:val="8"/>
  </w:num>
  <w:num w:numId="9" w16cid:durableId="341395260">
    <w:abstractNumId w:val="4"/>
  </w:num>
  <w:num w:numId="10" w16cid:durableId="1967269613">
    <w:abstractNumId w:val="7"/>
  </w:num>
  <w:num w:numId="11" w16cid:durableId="1626158160">
    <w:abstractNumId w:val="1"/>
  </w:num>
  <w:num w:numId="12" w16cid:durableId="1845588804">
    <w:abstractNumId w:val="1"/>
  </w:num>
  <w:num w:numId="13" w16cid:durableId="77482610">
    <w:abstractNumId w:val="1"/>
  </w:num>
  <w:num w:numId="14" w16cid:durableId="316882679">
    <w:abstractNumId w:val="1"/>
  </w:num>
  <w:num w:numId="15" w16cid:durableId="1849326610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9"/>
  <w:autoHyphenation/>
  <w:hyphenationZone w:val="284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477"/>
    <w:rsid w:val="00000556"/>
    <w:rsid w:val="000022E1"/>
    <w:rsid w:val="00004446"/>
    <w:rsid w:val="000112DE"/>
    <w:rsid w:val="00013004"/>
    <w:rsid w:val="00016A71"/>
    <w:rsid w:val="00023E95"/>
    <w:rsid w:val="0002489B"/>
    <w:rsid w:val="00036692"/>
    <w:rsid w:val="00040A1B"/>
    <w:rsid w:val="00044769"/>
    <w:rsid w:val="000500C5"/>
    <w:rsid w:val="00051916"/>
    <w:rsid w:val="000638AC"/>
    <w:rsid w:val="00067422"/>
    <w:rsid w:val="00067E8B"/>
    <w:rsid w:val="00070AA8"/>
    <w:rsid w:val="00074B70"/>
    <w:rsid w:val="00082E01"/>
    <w:rsid w:val="000850C9"/>
    <w:rsid w:val="00085957"/>
    <w:rsid w:val="00087628"/>
    <w:rsid w:val="00092F2D"/>
    <w:rsid w:val="000943C8"/>
    <w:rsid w:val="0009707A"/>
    <w:rsid w:val="000A0851"/>
    <w:rsid w:val="000A55B4"/>
    <w:rsid w:val="000A6296"/>
    <w:rsid w:val="000A7D8A"/>
    <w:rsid w:val="000B7687"/>
    <w:rsid w:val="000C2549"/>
    <w:rsid w:val="000C2927"/>
    <w:rsid w:val="000C292C"/>
    <w:rsid w:val="000D2B1E"/>
    <w:rsid w:val="000D63E2"/>
    <w:rsid w:val="000D65D0"/>
    <w:rsid w:val="000E5A26"/>
    <w:rsid w:val="000E7101"/>
    <w:rsid w:val="000F446C"/>
    <w:rsid w:val="000F6DBA"/>
    <w:rsid w:val="001002DE"/>
    <w:rsid w:val="00124420"/>
    <w:rsid w:val="00126909"/>
    <w:rsid w:val="00127BEA"/>
    <w:rsid w:val="00133106"/>
    <w:rsid w:val="00135CB3"/>
    <w:rsid w:val="0013645C"/>
    <w:rsid w:val="00141FCA"/>
    <w:rsid w:val="00143816"/>
    <w:rsid w:val="0014546D"/>
    <w:rsid w:val="00150EAF"/>
    <w:rsid w:val="00152CDF"/>
    <w:rsid w:val="001539C6"/>
    <w:rsid w:val="001546E1"/>
    <w:rsid w:val="00160934"/>
    <w:rsid w:val="00164692"/>
    <w:rsid w:val="00170EFD"/>
    <w:rsid w:val="001715F7"/>
    <w:rsid w:val="00176B95"/>
    <w:rsid w:val="00177B1E"/>
    <w:rsid w:val="00183320"/>
    <w:rsid w:val="00184F73"/>
    <w:rsid w:val="0018596C"/>
    <w:rsid w:val="0019479C"/>
    <w:rsid w:val="001A15CE"/>
    <w:rsid w:val="001A18F4"/>
    <w:rsid w:val="001A1E43"/>
    <w:rsid w:val="001A27F3"/>
    <w:rsid w:val="001B5D36"/>
    <w:rsid w:val="001B6DFB"/>
    <w:rsid w:val="001C3C29"/>
    <w:rsid w:val="001C794E"/>
    <w:rsid w:val="001D01C9"/>
    <w:rsid w:val="001D14F7"/>
    <w:rsid w:val="001D56CE"/>
    <w:rsid w:val="001D6702"/>
    <w:rsid w:val="001E1A3A"/>
    <w:rsid w:val="001E6AF2"/>
    <w:rsid w:val="001F0BDC"/>
    <w:rsid w:val="001F1A4F"/>
    <w:rsid w:val="001F1DFD"/>
    <w:rsid w:val="001F5341"/>
    <w:rsid w:val="001F679E"/>
    <w:rsid w:val="001F6EBB"/>
    <w:rsid w:val="00212103"/>
    <w:rsid w:val="00214000"/>
    <w:rsid w:val="00215444"/>
    <w:rsid w:val="00216324"/>
    <w:rsid w:val="002163B9"/>
    <w:rsid w:val="00216CFF"/>
    <w:rsid w:val="00221101"/>
    <w:rsid w:val="002211C4"/>
    <w:rsid w:val="00226AC7"/>
    <w:rsid w:val="0022727D"/>
    <w:rsid w:val="0023423D"/>
    <w:rsid w:val="00235C8B"/>
    <w:rsid w:val="00236D31"/>
    <w:rsid w:val="002445BD"/>
    <w:rsid w:val="0024562B"/>
    <w:rsid w:val="00246E75"/>
    <w:rsid w:val="00251530"/>
    <w:rsid w:val="00252401"/>
    <w:rsid w:val="00256186"/>
    <w:rsid w:val="0027186E"/>
    <w:rsid w:val="00275D45"/>
    <w:rsid w:val="00292640"/>
    <w:rsid w:val="00294C19"/>
    <w:rsid w:val="00295664"/>
    <w:rsid w:val="002A6EBF"/>
    <w:rsid w:val="002B064F"/>
    <w:rsid w:val="002C07BE"/>
    <w:rsid w:val="002C47B0"/>
    <w:rsid w:val="002C6C34"/>
    <w:rsid w:val="002D0580"/>
    <w:rsid w:val="002D34C9"/>
    <w:rsid w:val="002D549A"/>
    <w:rsid w:val="002D55D7"/>
    <w:rsid w:val="002E0BC9"/>
    <w:rsid w:val="003024E6"/>
    <w:rsid w:val="00311F3B"/>
    <w:rsid w:val="0031392E"/>
    <w:rsid w:val="00313D45"/>
    <w:rsid w:val="00314792"/>
    <w:rsid w:val="0031751C"/>
    <w:rsid w:val="0032159A"/>
    <w:rsid w:val="0032478B"/>
    <w:rsid w:val="003255F7"/>
    <w:rsid w:val="0034621D"/>
    <w:rsid w:val="00346D63"/>
    <w:rsid w:val="00352A25"/>
    <w:rsid w:val="003660AD"/>
    <w:rsid w:val="003728ED"/>
    <w:rsid w:val="0038639C"/>
    <w:rsid w:val="00390F0D"/>
    <w:rsid w:val="00391AA9"/>
    <w:rsid w:val="00391EFB"/>
    <w:rsid w:val="003A50B4"/>
    <w:rsid w:val="003B1A5B"/>
    <w:rsid w:val="003B2240"/>
    <w:rsid w:val="003B46DC"/>
    <w:rsid w:val="003C6D39"/>
    <w:rsid w:val="003D24A0"/>
    <w:rsid w:val="003D3425"/>
    <w:rsid w:val="003D4A3C"/>
    <w:rsid w:val="003D4C44"/>
    <w:rsid w:val="003D5A57"/>
    <w:rsid w:val="003D6BFE"/>
    <w:rsid w:val="003E02F2"/>
    <w:rsid w:val="003E579C"/>
    <w:rsid w:val="003E5AF8"/>
    <w:rsid w:val="003F3AD5"/>
    <w:rsid w:val="00400FB8"/>
    <w:rsid w:val="0040349E"/>
    <w:rsid w:val="00420470"/>
    <w:rsid w:val="00423AEF"/>
    <w:rsid w:val="00426A9E"/>
    <w:rsid w:val="00434C40"/>
    <w:rsid w:val="00436C98"/>
    <w:rsid w:val="00444238"/>
    <w:rsid w:val="004459C9"/>
    <w:rsid w:val="004521B1"/>
    <w:rsid w:val="004577EC"/>
    <w:rsid w:val="00460DF6"/>
    <w:rsid w:val="0046759F"/>
    <w:rsid w:val="004730F0"/>
    <w:rsid w:val="0048277A"/>
    <w:rsid w:val="004933FD"/>
    <w:rsid w:val="00495563"/>
    <w:rsid w:val="004A3665"/>
    <w:rsid w:val="004A50A6"/>
    <w:rsid w:val="004B42A0"/>
    <w:rsid w:val="004C26F8"/>
    <w:rsid w:val="004D251B"/>
    <w:rsid w:val="004D7021"/>
    <w:rsid w:val="004D771C"/>
    <w:rsid w:val="004E2500"/>
    <w:rsid w:val="004E4AE7"/>
    <w:rsid w:val="004E4E7D"/>
    <w:rsid w:val="004E568B"/>
    <w:rsid w:val="004F2161"/>
    <w:rsid w:val="00506351"/>
    <w:rsid w:val="00507150"/>
    <w:rsid w:val="005073F0"/>
    <w:rsid w:val="0051107E"/>
    <w:rsid w:val="00512410"/>
    <w:rsid w:val="00513837"/>
    <w:rsid w:val="00515E0D"/>
    <w:rsid w:val="00516FB0"/>
    <w:rsid w:val="0052156B"/>
    <w:rsid w:val="00521CF0"/>
    <w:rsid w:val="00523A63"/>
    <w:rsid w:val="0053024D"/>
    <w:rsid w:val="00531630"/>
    <w:rsid w:val="005360EC"/>
    <w:rsid w:val="0054356C"/>
    <w:rsid w:val="005519F3"/>
    <w:rsid w:val="00555A00"/>
    <w:rsid w:val="00555DE2"/>
    <w:rsid w:val="00564F6E"/>
    <w:rsid w:val="005653D6"/>
    <w:rsid w:val="0056693A"/>
    <w:rsid w:val="00571139"/>
    <w:rsid w:val="0057203D"/>
    <w:rsid w:val="00581732"/>
    <w:rsid w:val="005821B6"/>
    <w:rsid w:val="00582CA3"/>
    <w:rsid w:val="00584E60"/>
    <w:rsid w:val="0058774C"/>
    <w:rsid w:val="00594458"/>
    <w:rsid w:val="005A49AB"/>
    <w:rsid w:val="005A4A8B"/>
    <w:rsid w:val="005A5436"/>
    <w:rsid w:val="005B3A06"/>
    <w:rsid w:val="005C007E"/>
    <w:rsid w:val="005C1E4D"/>
    <w:rsid w:val="005C545D"/>
    <w:rsid w:val="005D00CC"/>
    <w:rsid w:val="005E2CEB"/>
    <w:rsid w:val="005E430C"/>
    <w:rsid w:val="005F31E6"/>
    <w:rsid w:val="00601591"/>
    <w:rsid w:val="00606596"/>
    <w:rsid w:val="00613D5A"/>
    <w:rsid w:val="006178E2"/>
    <w:rsid w:val="00636307"/>
    <w:rsid w:val="00640578"/>
    <w:rsid w:val="006405AC"/>
    <w:rsid w:val="00643BBE"/>
    <w:rsid w:val="00664B0F"/>
    <w:rsid w:val="00665C6E"/>
    <w:rsid w:val="00666771"/>
    <w:rsid w:val="00676286"/>
    <w:rsid w:val="006768B0"/>
    <w:rsid w:val="00683220"/>
    <w:rsid w:val="00684D5C"/>
    <w:rsid w:val="00686995"/>
    <w:rsid w:val="00691A70"/>
    <w:rsid w:val="00692F03"/>
    <w:rsid w:val="006930ED"/>
    <w:rsid w:val="006A252E"/>
    <w:rsid w:val="006A7666"/>
    <w:rsid w:val="006B0319"/>
    <w:rsid w:val="006B08FD"/>
    <w:rsid w:val="006B231E"/>
    <w:rsid w:val="006B54F3"/>
    <w:rsid w:val="006B6CDE"/>
    <w:rsid w:val="006B72D9"/>
    <w:rsid w:val="006C20AA"/>
    <w:rsid w:val="006D1A0C"/>
    <w:rsid w:val="006D765E"/>
    <w:rsid w:val="006E420C"/>
    <w:rsid w:val="006E4511"/>
    <w:rsid w:val="006E5FE7"/>
    <w:rsid w:val="006E74ED"/>
    <w:rsid w:val="006F11A4"/>
    <w:rsid w:val="006F1482"/>
    <w:rsid w:val="00702DCA"/>
    <w:rsid w:val="00706E34"/>
    <w:rsid w:val="007107F8"/>
    <w:rsid w:val="00715482"/>
    <w:rsid w:val="00724857"/>
    <w:rsid w:val="00725B4B"/>
    <w:rsid w:val="007303C1"/>
    <w:rsid w:val="00733EEA"/>
    <w:rsid w:val="00741771"/>
    <w:rsid w:val="007427B5"/>
    <w:rsid w:val="007455BE"/>
    <w:rsid w:val="00747810"/>
    <w:rsid w:val="00750372"/>
    <w:rsid w:val="0075609C"/>
    <w:rsid w:val="00756103"/>
    <w:rsid w:val="00760F85"/>
    <w:rsid w:val="007625CC"/>
    <w:rsid w:val="00762A83"/>
    <w:rsid w:val="007658C4"/>
    <w:rsid w:val="00772C36"/>
    <w:rsid w:val="0077350A"/>
    <w:rsid w:val="0077605D"/>
    <w:rsid w:val="007823B2"/>
    <w:rsid w:val="00791152"/>
    <w:rsid w:val="00794C6B"/>
    <w:rsid w:val="007A0428"/>
    <w:rsid w:val="007A0E15"/>
    <w:rsid w:val="007A441F"/>
    <w:rsid w:val="007B252E"/>
    <w:rsid w:val="007B3333"/>
    <w:rsid w:val="007C1562"/>
    <w:rsid w:val="007C277F"/>
    <w:rsid w:val="007C6DA2"/>
    <w:rsid w:val="007D2155"/>
    <w:rsid w:val="007D3987"/>
    <w:rsid w:val="007D73C5"/>
    <w:rsid w:val="007F0656"/>
    <w:rsid w:val="007F48B5"/>
    <w:rsid w:val="007F6163"/>
    <w:rsid w:val="007F6E4E"/>
    <w:rsid w:val="00804912"/>
    <w:rsid w:val="008051D6"/>
    <w:rsid w:val="00806609"/>
    <w:rsid w:val="00810829"/>
    <w:rsid w:val="00811FFE"/>
    <w:rsid w:val="008127F8"/>
    <w:rsid w:val="008131D3"/>
    <w:rsid w:val="008142AB"/>
    <w:rsid w:val="00815ABF"/>
    <w:rsid w:val="00822215"/>
    <w:rsid w:val="00825456"/>
    <w:rsid w:val="00827281"/>
    <w:rsid w:val="0083017B"/>
    <w:rsid w:val="00835050"/>
    <w:rsid w:val="008400FE"/>
    <w:rsid w:val="008435A8"/>
    <w:rsid w:val="008437E9"/>
    <w:rsid w:val="00844FDF"/>
    <w:rsid w:val="00845AB3"/>
    <w:rsid w:val="00853EAF"/>
    <w:rsid w:val="00855B43"/>
    <w:rsid w:val="00870DE5"/>
    <w:rsid w:val="00871B32"/>
    <w:rsid w:val="008722EA"/>
    <w:rsid w:val="0087642A"/>
    <w:rsid w:val="0087778D"/>
    <w:rsid w:val="00880EB4"/>
    <w:rsid w:val="00883BFC"/>
    <w:rsid w:val="00885F31"/>
    <w:rsid w:val="00890640"/>
    <w:rsid w:val="00891904"/>
    <w:rsid w:val="008945C2"/>
    <w:rsid w:val="008A4CD9"/>
    <w:rsid w:val="008A65C5"/>
    <w:rsid w:val="008B4D50"/>
    <w:rsid w:val="008B7D8B"/>
    <w:rsid w:val="008C10FD"/>
    <w:rsid w:val="008C588C"/>
    <w:rsid w:val="008C591D"/>
    <w:rsid w:val="008D75D2"/>
    <w:rsid w:val="008D7660"/>
    <w:rsid w:val="008E506D"/>
    <w:rsid w:val="008E571A"/>
    <w:rsid w:val="008F2941"/>
    <w:rsid w:val="0090048D"/>
    <w:rsid w:val="00901928"/>
    <w:rsid w:val="00905991"/>
    <w:rsid w:val="00923AF6"/>
    <w:rsid w:val="00927676"/>
    <w:rsid w:val="00927FAF"/>
    <w:rsid w:val="009362DE"/>
    <w:rsid w:val="0093748C"/>
    <w:rsid w:val="00942DA1"/>
    <w:rsid w:val="0094619D"/>
    <w:rsid w:val="00952AA9"/>
    <w:rsid w:val="0095511E"/>
    <w:rsid w:val="00960A65"/>
    <w:rsid w:val="00961742"/>
    <w:rsid w:val="00962DC9"/>
    <w:rsid w:val="00963547"/>
    <w:rsid w:val="00964C51"/>
    <w:rsid w:val="00965F3C"/>
    <w:rsid w:val="00970726"/>
    <w:rsid w:val="0097275D"/>
    <w:rsid w:val="0098078F"/>
    <w:rsid w:val="0098172F"/>
    <w:rsid w:val="0098319E"/>
    <w:rsid w:val="00990313"/>
    <w:rsid w:val="00993DED"/>
    <w:rsid w:val="009A3877"/>
    <w:rsid w:val="009A398A"/>
    <w:rsid w:val="009A551C"/>
    <w:rsid w:val="009A5A6B"/>
    <w:rsid w:val="009A694C"/>
    <w:rsid w:val="009B015B"/>
    <w:rsid w:val="009B0796"/>
    <w:rsid w:val="009C2571"/>
    <w:rsid w:val="009C3C0F"/>
    <w:rsid w:val="009C41B4"/>
    <w:rsid w:val="009C67CA"/>
    <w:rsid w:val="009D0540"/>
    <w:rsid w:val="009D2E28"/>
    <w:rsid w:val="009D5BE4"/>
    <w:rsid w:val="009E3FB8"/>
    <w:rsid w:val="009E4B5F"/>
    <w:rsid w:val="009F14A6"/>
    <w:rsid w:val="009F6B70"/>
    <w:rsid w:val="00A008F5"/>
    <w:rsid w:val="00A017EF"/>
    <w:rsid w:val="00A04F6C"/>
    <w:rsid w:val="00A076D1"/>
    <w:rsid w:val="00A1315D"/>
    <w:rsid w:val="00A23721"/>
    <w:rsid w:val="00A2488E"/>
    <w:rsid w:val="00A27884"/>
    <w:rsid w:val="00A32170"/>
    <w:rsid w:val="00A3651C"/>
    <w:rsid w:val="00A37271"/>
    <w:rsid w:val="00A43FE7"/>
    <w:rsid w:val="00A51176"/>
    <w:rsid w:val="00A52E1E"/>
    <w:rsid w:val="00A62B5E"/>
    <w:rsid w:val="00A64361"/>
    <w:rsid w:val="00A80574"/>
    <w:rsid w:val="00A82753"/>
    <w:rsid w:val="00A86E19"/>
    <w:rsid w:val="00A919B6"/>
    <w:rsid w:val="00A93A88"/>
    <w:rsid w:val="00A97AD2"/>
    <w:rsid w:val="00AA014C"/>
    <w:rsid w:val="00AA2E98"/>
    <w:rsid w:val="00AA4761"/>
    <w:rsid w:val="00AA6BBE"/>
    <w:rsid w:val="00AB16B2"/>
    <w:rsid w:val="00AB4E3A"/>
    <w:rsid w:val="00AB7450"/>
    <w:rsid w:val="00AC0A73"/>
    <w:rsid w:val="00AC1B7D"/>
    <w:rsid w:val="00AC31BF"/>
    <w:rsid w:val="00AC41D2"/>
    <w:rsid w:val="00AC6ED8"/>
    <w:rsid w:val="00AD610A"/>
    <w:rsid w:val="00AE7FEC"/>
    <w:rsid w:val="00AF62D2"/>
    <w:rsid w:val="00AF6BC6"/>
    <w:rsid w:val="00AF6E62"/>
    <w:rsid w:val="00B01CC1"/>
    <w:rsid w:val="00B0258E"/>
    <w:rsid w:val="00B0683C"/>
    <w:rsid w:val="00B109C4"/>
    <w:rsid w:val="00B11265"/>
    <w:rsid w:val="00B17EA5"/>
    <w:rsid w:val="00B26B16"/>
    <w:rsid w:val="00B2793F"/>
    <w:rsid w:val="00B301D5"/>
    <w:rsid w:val="00B336DC"/>
    <w:rsid w:val="00B346D1"/>
    <w:rsid w:val="00B40B16"/>
    <w:rsid w:val="00B43A0A"/>
    <w:rsid w:val="00B43ACE"/>
    <w:rsid w:val="00B538B3"/>
    <w:rsid w:val="00B65093"/>
    <w:rsid w:val="00B668E9"/>
    <w:rsid w:val="00B75504"/>
    <w:rsid w:val="00B77D2D"/>
    <w:rsid w:val="00B84744"/>
    <w:rsid w:val="00B8794E"/>
    <w:rsid w:val="00B909F4"/>
    <w:rsid w:val="00B90F7E"/>
    <w:rsid w:val="00BA031A"/>
    <w:rsid w:val="00BA6786"/>
    <w:rsid w:val="00BB24A4"/>
    <w:rsid w:val="00BB31C2"/>
    <w:rsid w:val="00BB4240"/>
    <w:rsid w:val="00BC25E5"/>
    <w:rsid w:val="00BD6840"/>
    <w:rsid w:val="00BE0B9A"/>
    <w:rsid w:val="00BE502B"/>
    <w:rsid w:val="00BF1EC7"/>
    <w:rsid w:val="00C015CB"/>
    <w:rsid w:val="00C07D0D"/>
    <w:rsid w:val="00C10E4B"/>
    <w:rsid w:val="00C27A03"/>
    <w:rsid w:val="00C318FF"/>
    <w:rsid w:val="00C3759C"/>
    <w:rsid w:val="00C41512"/>
    <w:rsid w:val="00C478B5"/>
    <w:rsid w:val="00C57A31"/>
    <w:rsid w:val="00C61332"/>
    <w:rsid w:val="00C61C3D"/>
    <w:rsid w:val="00C65D11"/>
    <w:rsid w:val="00C707C5"/>
    <w:rsid w:val="00C7440A"/>
    <w:rsid w:val="00C80563"/>
    <w:rsid w:val="00C81A8F"/>
    <w:rsid w:val="00C9620D"/>
    <w:rsid w:val="00C9774A"/>
    <w:rsid w:val="00CA4085"/>
    <w:rsid w:val="00CB1D60"/>
    <w:rsid w:val="00CB7ADB"/>
    <w:rsid w:val="00CC0C6D"/>
    <w:rsid w:val="00CC717B"/>
    <w:rsid w:val="00CC7FA7"/>
    <w:rsid w:val="00CD0A64"/>
    <w:rsid w:val="00CD6A84"/>
    <w:rsid w:val="00CD76B2"/>
    <w:rsid w:val="00CE69AA"/>
    <w:rsid w:val="00CF2834"/>
    <w:rsid w:val="00CF4554"/>
    <w:rsid w:val="00D024E9"/>
    <w:rsid w:val="00D034B0"/>
    <w:rsid w:val="00D0408C"/>
    <w:rsid w:val="00D12337"/>
    <w:rsid w:val="00D15598"/>
    <w:rsid w:val="00D225B5"/>
    <w:rsid w:val="00D266DC"/>
    <w:rsid w:val="00D32BB5"/>
    <w:rsid w:val="00D33C80"/>
    <w:rsid w:val="00D34472"/>
    <w:rsid w:val="00D3468C"/>
    <w:rsid w:val="00D50084"/>
    <w:rsid w:val="00D5070F"/>
    <w:rsid w:val="00D64DBD"/>
    <w:rsid w:val="00D6673A"/>
    <w:rsid w:val="00D676F8"/>
    <w:rsid w:val="00D77D70"/>
    <w:rsid w:val="00D810A2"/>
    <w:rsid w:val="00D87860"/>
    <w:rsid w:val="00D949AF"/>
    <w:rsid w:val="00D9793C"/>
    <w:rsid w:val="00DA66A9"/>
    <w:rsid w:val="00DB0408"/>
    <w:rsid w:val="00DB295C"/>
    <w:rsid w:val="00DB3E3F"/>
    <w:rsid w:val="00DB4310"/>
    <w:rsid w:val="00DB531A"/>
    <w:rsid w:val="00DB7212"/>
    <w:rsid w:val="00DC697E"/>
    <w:rsid w:val="00DD013D"/>
    <w:rsid w:val="00DD01FD"/>
    <w:rsid w:val="00DD16F0"/>
    <w:rsid w:val="00DD37F2"/>
    <w:rsid w:val="00DD3D4E"/>
    <w:rsid w:val="00DD5477"/>
    <w:rsid w:val="00DD6092"/>
    <w:rsid w:val="00DD6710"/>
    <w:rsid w:val="00DE2568"/>
    <w:rsid w:val="00DE2D2B"/>
    <w:rsid w:val="00DE715D"/>
    <w:rsid w:val="00DE7BDF"/>
    <w:rsid w:val="00DF09A4"/>
    <w:rsid w:val="00DF1D4B"/>
    <w:rsid w:val="00DF61C6"/>
    <w:rsid w:val="00E02729"/>
    <w:rsid w:val="00E05126"/>
    <w:rsid w:val="00E13D96"/>
    <w:rsid w:val="00E24CC0"/>
    <w:rsid w:val="00E2677E"/>
    <w:rsid w:val="00E270F3"/>
    <w:rsid w:val="00E3415D"/>
    <w:rsid w:val="00E36F59"/>
    <w:rsid w:val="00E415C8"/>
    <w:rsid w:val="00E41673"/>
    <w:rsid w:val="00E43492"/>
    <w:rsid w:val="00E5396A"/>
    <w:rsid w:val="00E542F0"/>
    <w:rsid w:val="00E61D3B"/>
    <w:rsid w:val="00E75AE4"/>
    <w:rsid w:val="00E85A67"/>
    <w:rsid w:val="00E918E0"/>
    <w:rsid w:val="00E93BEF"/>
    <w:rsid w:val="00E95F9E"/>
    <w:rsid w:val="00EA39F2"/>
    <w:rsid w:val="00EA3E57"/>
    <w:rsid w:val="00EA44F5"/>
    <w:rsid w:val="00EA772B"/>
    <w:rsid w:val="00EC4E40"/>
    <w:rsid w:val="00ED13B9"/>
    <w:rsid w:val="00ED23FA"/>
    <w:rsid w:val="00ED43E3"/>
    <w:rsid w:val="00EE1DDB"/>
    <w:rsid w:val="00EE4A16"/>
    <w:rsid w:val="00EE50B5"/>
    <w:rsid w:val="00EE67A8"/>
    <w:rsid w:val="00EF5431"/>
    <w:rsid w:val="00F00468"/>
    <w:rsid w:val="00F0124E"/>
    <w:rsid w:val="00F0392C"/>
    <w:rsid w:val="00F03DA1"/>
    <w:rsid w:val="00F104AC"/>
    <w:rsid w:val="00F12F44"/>
    <w:rsid w:val="00F17025"/>
    <w:rsid w:val="00F25CE2"/>
    <w:rsid w:val="00F32B30"/>
    <w:rsid w:val="00F37471"/>
    <w:rsid w:val="00F470DB"/>
    <w:rsid w:val="00F47635"/>
    <w:rsid w:val="00F47E33"/>
    <w:rsid w:val="00F51938"/>
    <w:rsid w:val="00F54BB0"/>
    <w:rsid w:val="00F54F9D"/>
    <w:rsid w:val="00F578D4"/>
    <w:rsid w:val="00F644EB"/>
    <w:rsid w:val="00F64D41"/>
    <w:rsid w:val="00F66934"/>
    <w:rsid w:val="00F82484"/>
    <w:rsid w:val="00F85FB1"/>
    <w:rsid w:val="00F92EF1"/>
    <w:rsid w:val="00FA166C"/>
    <w:rsid w:val="00FA7E2C"/>
    <w:rsid w:val="00FC1454"/>
    <w:rsid w:val="00FC1BE8"/>
    <w:rsid w:val="00FE4935"/>
    <w:rsid w:val="00FF4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29"/>
    <o:shapelayout v:ext="edit">
      <o:idmap v:ext="edit" data="1"/>
    </o:shapelayout>
  </w:shapeDefaults>
  <w:decimalSymbol w:val="."/>
  <w:listSeparator w:val=";"/>
  <w14:docId w14:val="6B616B1B"/>
  <w15:docId w15:val="{5AB0710B-974A-474C-9689-3C43D915C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7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2"/>
      <w:lang w:eastAsia="de-DE"/>
    </w:rPr>
  </w:style>
  <w:style w:type="paragraph" w:styleId="berschrift1">
    <w:name w:val="heading 1"/>
    <w:basedOn w:val="Standard"/>
    <w:next w:val="Standard"/>
    <w:autoRedefine/>
    <w:qFormat/>
    <w:rsid w:val="00AB16B2"/>
    <w:pPr>
      <w:keepNext/>
      <w:numPr>
        <w:numId w:val="2"/>
      </w:numPr>
      <w:tabs>
        <w:tab w:val="left" w:pos="709"/>
      </w:tabs>
      <w:spacing w:before="480" w:after="480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autoRedefine/>
    <w:qFormat/>
    <w:rsid w:val="00AE7FEC"/>
    <w:pPr>
      <w:keepNext/>
      <w:numPr>
        <w:ilvl w:val="1"/>
        <w:numId w:val="2"/>
      </w:numPr>
      <w:tabs>
        <w:tab w:val="left" w:pos="709"/>
      </w:tabs>
      <w:spacing w:before="480" w:after="240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2"/>
      </w:numPr>
      <w:tabs>
        <w:tab w:val="left" w:pos="720"/>
      </w:tabs>
      <w:spacing w:before="240" w:after="120"/>
      <w:outlineLvl w:val="2"/>
    </w:pPr>
    <w:rPr>
      <w:b/>
    </w:rPr>
  </w:style>
  <w:style w:type="paragraph" w:styleId="berschrift4">
    <w:name w:val="heading 4"/>
    <w:basedOn w:val="Standard"/>
    <w:next w:val="Standard"/>
    <w:qFormat/>
    <w:pPr>
      <w:keepNext/>
      <w:numPr>
        <w:ilvl w:val="3"/>
        <w:numId w:val="1"/>
      </w:numPr>
      <w:tabs>
        <w:tab w:val="clear" w:pos="360"/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sz w:val="28"/>
    </w:rPr>
  </w:style>
  <w:style w:type="paragraph" w:styleId="berschrift5">
    <w:name w:val="heading 5"/>
    <w:basedOn w:val="Standard"/>
    <w:next w:val="Standard"/>
    <w:qFormat/>
    <w:pPr>
      <w:numPr>
        <w:ilvl w:val="4"/>
        <w:numId w:val="1"/>
      </w:numPr>
      <w:tabs>
        <w:tab w:val="clear" w:pos="360"/>
        <w:tab w:val="left" w:pos="1008"/>
      </w:tabs>
      <w:spacing w:before="240" w:after="60"/>
      <w:ind w:left="1008" w:hanging="1008"/>
      <w:outlineLvl w:val="4"/>
    </w:pPr>
    <w:rPr>
      <w:b/>
      <w:i/>
      <w:sz w:val="26"/>
    </w:rPr>
  </w:style>
  <w:style w:type="paragraph" w:styleId="berschrift6">
    <w:name w:val="heading 6"/>
    <w:basedOn w:val="Standard"/>
    <w:next w:val="Standard"/>
    <w:qFormat/>
    <w:pPr>
      <w:numPr>
        <w:ilvl w:val="5"/>
        <w:numId w:val="1"/>
      </w:numPr>
      <w:tabs>
        <w:tab w:val="clear" w:pos="360"/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</w:rPr>
  </w:style>
  <w:style w:type="paragraph" w:styleId="berschrift7">
    <w:name w:val="heading 7"/>
    <w:basedOn w:val="Standard"/>
    <w:next w:val="Standard"/>
    <w:qFormat/>
    <w:pPr>
      <w:numPr>
        <w:ilvl w:val="6"/>
        <w:numId w:val="1"/>
      </w:numPr>
      <w:tabs>
        <w:tab w:val="clear" w:pos="360"/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  <w:sz w:val="24"/>
    </w:rPr>
  </w:style>
  <w:style w:type="paragraph" w:styleId="berschrift8">
    <w:name w:val="heading 8"/>
    <w:basedOn w:val="Standard"/>
    <w:next w:val="Standard"/>
    <w:qFormat/>
    <w:pPr>
      <w:numPr>
        <w:ilvl w:val="7"/>
        <w:numId w:val="1"/>
      </w:numPr>
      <w:tabs>
        <w:tab w:val="clear" w:pos="360"/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sz w:val="24"/>
    </w:rPr>
  </w:style>
  <w:style w:type="paragraph" w:styleId="berschrift9">
    <w:name w:val="heading 9"/>
    <w:basedOn w:val="Standard"/>
    <w:next w:val="Standard"/>
    <w:qFormat/>
    <w:pPr>
      <w:numPr>
        <w:ilvl w:val="8"/>
        <w:numId w:val="1"/>
      </w:numPr>
      <w:tabs>
        <w:tab w:val="clear" w:pos="360"/>
        <w:tab w:val="left" w:pos="1584"/>
      </w:tabs>
      <w:spacing w:before="240" w:after="60"/>
      <w:ind w:left="1584" w:hanging="1584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rsid w:val="00275D45"/>
    <w:rPr>
      <w:rFonts w:ascii="Arial" w:hAnsi="Arial"/>
      <w:b/>
      <w:sz w:val="22"/>
      <w:lang w:eastAsia="de-DE"/>
    </w:rPr>
  </w:style>
  <w:style w:type="paragraph" w:styleId="Kopfzeile">
    <w:name w:val="header"/>
    <w:basedOn w:val="Standard"/>
    <w:link w:val="KopfzeileZchn"/>
    <w:pPr>
      <w:tabs>
        <w:tab w:val="right" w:pos="9356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paragraph" w:customStyle="1" w:styleId="Bulleted">
    <w:name w:val="Bulleted"/>
    <w:basedOn w:val="Standard"/>
    <w:pPr>
      <w:numPr>
        <w:numId w:val="3"/>
      </w:numPr>
    </w:pPr>
  </w:style>
  <w:style w:type="paragraph" w:customStyle="1" w:styleId="Standardtext">
    <w:name w:val="Standardtext"/>
    <w:basedOn w:val="Standard"/>
    <w:pPr>
      <w:spacing w:after="120" w:line="280" w:lineRule="exact"/>
      <w:ind w:left="709"/>
    </w:pPr>
  </w:style>
  <w:style w:type="paragraph" w:styleId="Aufzhlungszeichen">
    <w:name w:val="List Bullet"/>
    <w:basedOn w:val="Standard"/>
    <w:autoRedefine/>
    <w:semiHidden/>
    <w:rsid w:val="003D24A0"/>
    <w:pPr>
      <w:tabs>
        <w:tab w:val="right" w:pos="7371"/>
        <w:tab w:val="right" w:pos="9072"/>
      </w:tabs>
      <w:spacing w:after="120"/>
      <w:ind w:left="709"/>
    </w:pPr>
  </w:style>
  <w:style w:type="paragraph" w:styleId="Titel">
    <w:name w:val="Title"/>
    <w:basedOn w:val="Standard"/>
    <w:qFormat/>
    <w:pPr>
      <w:spacing w:after="120"/>
      <w:jc w:val="center"/>
    </w:pPr>
    <w:rPr>
      <w:b/>
      <w:kern w:val="28"/>
      <w:sz w:val="28"/>
    </w:rPr>
  </w:style>
  <w:style w:type="paragraph" w:customStyle="1" w:styleId="Titel2">
    <w:name w:val="Titel2"/>
    <w:basedOn w:val="Titel"/>
    <w:pPr>
      <w:jc w:val="left"/>
    </w:pPr>
    <w:rPr>
      <w:sz w:val="40"/>
    </w:rPr>
  </w:style>
  <w:style w:type="character" w:styleId="Hyperlink">
    <w:name w:val="Hyperlink"/>
    <w:basedOn w:val="Absatz-Standardschriftart"/>
    <w:uiPriority w:val="99"/>
    <w:rPr>
      <w:color w:val="0000FF"/>
      <w:u w:val="single"/>
    </w:rPr>
  </w:style>
  <w:style w:type="paragraph" w:styleId="Verzeichnis1">
    <w:name w:val="toc 1"/>
    <w:basedOn w:val="Standard"/>
    <w:next w:val="Standard"/>
    <w:autoRedefine/>
    <w:uiPriority w:val="39"/>
    <w:rsid w:val="00051916"/>
    <w:pPr>
      <w:tabs>
        <w:tab w:val="left" w:pos="480"/>
        <w:tab w:val="right" w:leader="dot" w:pos="9402"/>
      </w:tabs>
      <w:spacing w:before="240" w:after="120"/>
    </w:pPr>
  </w:style>
  <w:style w:type="paragraph" w:styleId="Verzeichnis2">
    <w:name w:val="toc 2"/>
    <w:basedOn w:val="Standard"/>
    <w:next w:val="Standard"/>
    <w:autoRedefine/>
    <w:uiPriority w:val="39"/>
    <w:rsid w:val="00051916"/>
    <w:pPr>
      <w:tabs>
        <w:tab w:val="left" w:pos="960"/>
        <w:tab w:val="right" w:leader="dot" w:pos="9402"/>
      </w:tabs>
      <w:spacing w:before="60" w:after="60"/>
      <w:ind w:left="221"/>
    </w:p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427B5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427B5"/>
    <w:rPr>
      <w:rFonts w:ascii="Tahoma" w:hAnsi="Tahoma" w:cs="Tahoma"/>
      <w:sz w:val="16"/>
      <w:szCs w:val="16"/>
      <w:lang w:eastAsia="de-DE"/>
    </w:rPr>
  </w:style>
  <w:style w:type="paragraph" w:styleId="Listenabsatz">
    <w:name w:val="List Paragraph"/>
    <w:basedOn w:val="Standard"/>
    <w:uiPriority w:val="34"/>
    <w:qFormat/>
    <w:rsid w:val="002445BD"/>
    <w:pPr>
      <w:ind w:left="720"/>
      <w:contextualSpacing/>
    </w:pPr>
  </w:style>
  <w:style w:type="paragraph" w:styleId="Verzeichnis3">
    <w:name w:val="toc 3"/>
    <w:basedOn w:val="Standard"/>
    <w:next w:val="Standard"/>
    <w:autoRedefine/>
    <w:uiPriority w:val="39"/>
    <w:unhideWhenUsed/>
    <w:rsid w:val="003B1A5B"/>
    <w:pPr>
      <w:spacing w:after="100"/>
      <w:ind w:left="440"/>
    </w:pPr>
  </w:style>
  <w:style w:type="paragraph" w:customStyle="1" w:styleId="Absatz">
    <w:name w:val="Absatz"/>
    <w:basedOn w:val="berschrift7"/>
    <w:rsid w:val="005C545D"/>
    <w:pPr>
      <w:numPr>
        <w:ilvl w:val="0"/>
        <w:numId w:val="0"/>
      </w:numPr>
      <w:tabs>
        <w:tab w:val="clear" w:pos="1296"/>
        <w:tab w:val="num" w:pos="643"/>
      </w:tabs>
      <w:spacing w:before="0" w:after="0"/>
      <w:ind w:left="643" w:hanging="360"/>
    </w:pPr>
    <w:rPr>
      <w:rFonts w:ascii="Arial" w:hAnsi="Arial" w:cs="Arial"/>
      <w:i/>
      <w:iCs/>
      <w:sz w:val="20"/>
      <w:lang w:eastAsia="de-CH"/>
    </w:rPr>
  </w:style>
  <w:style w:type="paragraph" w:styleId="Verzeichnis4">
    <w:name w:val="toc 4"/>
    <w:basedOn w:val="Standard"/>
    <w:next w:val="Standard"/>
    <w:autoRedefine/>
    <w:uiPriority w:val="39"/>
    <w:unhideWhenUsed/>
    <w:rsid w:val="007F6163"/>
    <w:pPr>
      <w:spacing w:after="100" w:line="276" w:lineRule="auto"/>
      <w:ind w:left="66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5">
    <w:name w:val="toc 5"/>
    <w:basedOn w:val="Standard"/>
    <w:next w:val="Standard"/>
    <w:autoRedefine/>
    <w:uiPriority w:val="39"/>
    <w:unhideWhenUsed/>
    <w:rsid w:val="007F6163"/>
    <w:pPr>
      <w:spacing w:after="100" w:line="276" w:lineRule="auto"/>
      <w:ind w:left="88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6">
    <w:name w:val="toc 6"/>
    <w:basedOn w:val="Standard"/>
    <w:next w:val="Standard"/>
    <w:autoRedefine/>
    <w:uiPriority w:val="39"/>
    <w:unhideWhenUsed/>
    <w:rsid w:val="007F6163"/>
    <w:pPr>
      <w:spacing w:after="100" w:line="276" w:lineRule="auto"/>
      <w:ind w:left="110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7">
    <w:name w:val="toc 7"/>
    <w:basedOn w:val="Standard"/>
    <w:next w:val="Standard"/>
    <w:autoRedefine/>
    <w:uiPriority w:val="39"/>
    <w:unhideWhenUsed/>
    <w:rsid w:val="007F6163"/>
    <w:pPr>
      <w:spacing w:after="100" w:line="276" w:lineRule="auto"/>
      <w:ind w:left="132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8">
    <w:name w:val="toc 8"/>
    <w:basedOn w:val="Standard"/>
    <w:next w:val="Standard"/>
    <w:autoRedefine/>
    <w:uiPriority w:val="39"/>
    <w:unhideWhenUsed/>
    <w:rsid w:val="007F6163"/>
    <w:pPr>
      <w:spacing w:after="100" w:line="276" w:lineRule="auto"/>
      <w:ind w:left="1540"/>
    </w:pPr>
    <w:rPr>
      <w:rFonts w:asciiTheme="minorHAnsi" w:eastAsiaTheme="minorEastAsia" w:hAnsiTheme="minorHAnsi" w:cstheme="minorBidi"/>
      <w:szCs w:val="22"/>
      <w:lang w:eastAsia="de-CH"/>
    </w:rPr>
  </w:style>
  <w:style w:type="paragraph" w:styleId="Verzeichnis9">
    <w:name w:val="toc 9"/>
    <w:basedOn w:val="Standard"/>
    <w:next w:val="Standard"/>
    <w:autoRedefine/>
    <w:uiPriority w:val="39"/>
    <w:unhideWhenUsed/>
    <w:rsid w:val="007F6163"/>
    <w:pPr>
      <w:spacing w:after="100" w:line="276" w:lineRule="auto"/>
      <w:ind w:left="1760"/>
    </w:pPr>
    <w:rPr>
      <w:rFonts w:asciiTheme="minorHAnsi" w:eastAsiaTheme="minorEastAsia" w:hAnsiTheme="minorHAnsi" w:cstheme="minorBidi"/>
      <w:szCs w:val="22"/>
      <w:lang w:eastAsia="de-CH"/>
    </w:rPr>
  </w:style>
  <w:style w:type="character" w:styleId="Kommentarzeichen">
    <w:name w:val="annotation reference"/>
    <w:basedOn w:val="Absatz-Standardschriftart"/>
    <w:semiHidden/>
    <w:unhideWhenUsed/>
    <w:rsid w:val="000500C5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500C5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500C5"/>
    <w:rPr>
      <w:rFonts w:ascii="Arial" w:hAnsi="Arial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500C5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500C5"/>
    <w:rPr>
      <w:rFonts w:ascii="Arial" w:hAnsi="Arial"/>
      <w:b/>
      <w:bCs/>
      <w:lang w:eastAsia="de-DE"/>
    </w:rPr>
  </w:style>
  <w:style w:type="character" w:customStyle="1" w:styleId="KopfzeileZchn">
    <w:name w:val="Kopfzeile Zchn"/>
    <w:basedOn w:val="Absatz-Standardschriftart"/>
    <w:link w:val="Kopfzeile"/>
    <w:rsid w:val="00D9793C"/>
    <w:rPr>
      <w:rFonts w:ascii="Arial" w:hAnsi="Arial"/>
      <w:sz w:val="22"/>
      <w:lang w:eastAsia="de-DE"/>
    </w:rPr>
  </w:style>
  <w:style w:type="table" w:styleId="Tabellenraster">
    <w:name w:val="Table Grid"/>
    <w:basedOn w:val="NormaleTabelle"/>
    <w:uiPriority w:val="59"/>
    <w:rsid w:val="00D97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unotenzeichen">
    <w:name w:val="footnote reference"/>
    <w:rsid w:val="00725B4B"/>
    <w:rPr>
      <w:vertAlign w:val="superscript"/>
    </w:rPr>
  </w:style>
  <w:style w:type="paragraph" w:customStyle="1" w:styleId="Text">
    <w:name w:val="Text"/>
    <w:basedOn w:val="Standard"/>
    <w:rsid w:val="00B109C4"/>
    <w:pPr>
      <w:spacing w:line="280" w:lineRule="atLeast"/>
    </w:pPr>
    <w:rPr>
      <w:spacing w:val="8"/>
      <w:sz w:val="20"/>
    </w:rPr>
  </w:style>
  <w:style w:type="paragraph" w:customStyle="1" w:styleId="EinrckungohneAufzhlung">
    <w:name w:val="Einrückung ohne Aufzählung"/>
    <w:basedOn w:val="Standard"/>
    <w:qFormat/>
    <w:rsid w:val="00400FB8"/>
    <w:pPr>
      <w:ind w:left="5954" w:hanging="4536"/>
    </w:pPr>
  </w:style>
  <w:style w:type="paragraph" w:customStyle="1" w:styleId="UntertitelFett">
    <w:name w:val="Untertitel Fett"/>
    <w:basedOn w:val="Standard"/>
    <w:qFormat/>
    <w:rsid w:val="00400FB8"/>
    <w:pPr>
      <w:spacing w:before="240" w:after="120"/>
      <w:ind w:left="709"/>
    </w:pPr>
    <w:rPr>
      <w:b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F2161"/>
    <w:rPr>
      <w:color w:val="605E5C"/>
      <w:shd w:val="clear" w:color="auto" w:fill="E1DFDD"/>
    </w:rPr>
  </w:style>
  <w:style w:type="paragraph" w:customStyle="1" w:styleId="Aufzhlung">
    <w:name w:val="Aufzählung"/>
    <w:basedOn w:val="Standard"/>
    <w:qFormat/>
    <w:rsid w:val="00AB4E3A"/>
    <w:pPr>
      <w:spacing w:before="60" w:after="60"/>
    </w:pPr>
    <w:rPr>
      <w:rFonts w:cs="Arial"/>
    </w:rPr>
  </w:style>
  <w:style w:type="paragraph" w:customStyle="1" w:styleId="Tabellentext">
    <w:name w:val="Tabellentext"/>
    <w:basedOn w:val="Standardtext"/>
    <w:qFormat/>
    <w:rsid w:val="00B84744"/>
    <w:pPr>
      <w:spacing w:before="40" w:after="40"/>
      <w:ind w:left="0"/>
    </w:pPr>
  </w:style>
  <w:style w:type="paragraph" w:styleId="berarbeitung">
    <w:name w:val="Revision"/>
    <w:hidden/>
    <w:uiPriority w:val="99"/>
    <w:semiHidden/>
    <w:rsid w:val="008400FE"/>
    <w:rPr>
      <w:rFonts w:ascii="Arial" w:hAnsi="Arial"/>
      <w:sz w:val="22"/>
      <w:lang w:eastAsia="de-DE"/>
    </w:rPr>
  </w:style>
  <w:style w:type="paragraph" w:customStyle="1" w:styleId="ListemitZahlen">
    <w:name w:val="Liste mit Zahlen"/>
    <w:basedOn w:val="Standard"/>
    <w:rsid w:val="00423AEF"/>
    <w:pPr>
      <w:numPr>
        <w:numId w:val="6"/>
      </w:numPr>
      <w:adjustRightInd w:val="0"/>
      <w:snapToGrid w:val="0"/>
      <w:spacing w:line="280" w:lineRule="atLeast"/>
    </w:pPr>
    <w:rPr>
      <w:spacing w:val="3"/>
      <w:szCs w:val="24"/>
      <w:lang w:eastAsia="de-CH"/>
    </w:rPr>
  </w:style>
  <w:style w:type="paragraph" w:customStyle="1" w:styleId="CISPunktEinzug">
    <w:name w:val="CIS_Punkt_Einzug"/>
    <w:basedOn w:val="Standard"/>
    <w:qFormat/>
    <w:rsid w:val="004B42A0"/>
    <w:pPr>
      <w:widowControl w:val="0"/>
      <w:numPr>
        <w:numId w:val="10"/>
      </w:numPr>
      <w:spacing w:after="120" w:line="259" w:lineRule="auto"/>
    </w:pPr>
    <w:rPr>
      <w:rFonts w:ascii="Frutiger LT Com 55 Roman" w:eastAsia="Frutiger LT Com 55 Roman" w:hAnsi="Frutiger LT Com 55 Roman"/>
      <w:sz w:val="20"/>
      <w:szCs w:val="24"/>
      <w:lang w:eastAsia="de-CH"/>
    </w:rPr>
  </w:style>
  <w:style w:type="paragraph" w:styleId="Untertitel">
    <w:name w:val="Subtitle"/>
    <w:basedOn w:val="Standard"/>
    <w:next w:val="Standard"/>
    <w:link w:val="UntertitelZchn"/>
    <w:uiPriority w:val="7"/>
    <w:qFormat/>
    <w:rsid w:val="004D251B"/>
    <w:pPr>
      <w:numPr>
        <w:ilvl w:val="1"/>
      </w:numPr>
      <w:spacing w:before="200" w:after="100"/>
      <w:contextualSpacing/>
    </w:pPr>
    <w:rPr>
      <w:rFonts w:asciiTheme="majorHAnsi" w:eastAsiaTheme="majorEastAsia" w:hAnsiTheme="majorHAnsi" w:cstheme="majorBidi"/>
      <w:b/>
      <w:iCs/>
      <w:sz w:val="28"/>
      <w:szCs w:val="24"/>
      <w:lang w:eastAsia="en-US"/>
    </w:rPr>
  </w:style>
  <w:style w:type="character" w:customStyle="1" w:styleId="UntertitelZchn">
    <w:name w:val="Untertitel Zchn"/>
    <w:basedOn w:val="Absatz-Standardschriftart"/>
    <w:link w:val="Untertitel"/>
    <w:uiPriority w:val="7"/>
    <w:rsid w:val="004D251B"/>
    <w:rPr>
      <w:rFonts w:asciiTheme="majorHAnsi" w:eastAsiaTheme="majorEastAsia" w:hAnsiTheme="majorHAnsi" w:cstheme="majorBidi"/>
      <w:b/>
      <w:iCs/>
      <w:sz w:val="28"/>
      <w:szCs w:val="24"/>
    </w:rPr>
  </w:style>
  <w:style w:type="table" w:customStyle="1" w:styleId="TBATabellenrasterohneRahmenlinien">
    <w:name w:val="TBA Tabellenraster ohne Rahmenlinien"/>
    <w:basedOn w:val="NormaleTabelle"/>
    <w:uiPriority w:val="99"/>
    <w:rsid w:val="004D251B"/>
    <w:rPr>
      <w:rFonts w:asciiTheme="minorHAnsi" w:eastAsiaTheme="minorHAnsi" w:hAnsiTheme="minorHAnsi" w:cstheme="minorBidi"/>
      <w:lang w:val="en-US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22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544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microsoft.com/office/2007/relationships/hdphoto" Target="media/hdphoto1.wdp"/><Relationship Id="rId4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Vorlagen\12_Submission\Ing_Subm_DokA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A148DA00457824EA85DDB6A8E8F551C" ma:contentTypeVersion="11" ma:contentTypeDescription="Create a new document." ma:contentTypeScope="" ma:versionID="9af8c10fb9a4feb8d8bc0f38637e37c8">
  <xsd:schema xmlns:xsd="http://www.w3.org/2001/XMLSchema" xmlns:xs="http://www.w3.org/2001/XMLSchema" xmlns:p="http://schemas.microsoft.com/office/2006/metadata/properties" xmlns:ns2="3b5ab623-3b44-4715-9ecf-8e9c542c2522" xmlns:ns3="b1566e0e-cb7e-43d9-bcd7-aeb4d7e7cd7f" targetNamespace="http://schemas.microsoft.com/office/2006/metadata/properties" ma:root="true" ma:fieldsID="0367ae0013d3a50cd4e4481fe7643cb8" ns2:_="" ns3:_="">
    <xsd:import namespace="3b5ab623-3b44-4715-9ecf-8e9c542c2522"/>
    <xsd:import namespace="b1566e0e-cb7e-43d9-bcd7-aeb4d7e7cd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b5ab623-3b44-4715-9ecf-8e9c542c25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1a9985b6-94a9-4c2e-9664-49b1c1496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566e0e-cb7e-43d9-bcd7-aeb4d7e7cd7f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65e86f7c-6d18-4388-9bde-b83c591e1093}" ma:internalName="TaxCatchAll" ma:showField="CatchAllData" ma:web="b1566e0e-cb7e-43d9-bcd7-aeb4d7e7cd7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1566e0e-cb7e-43d9-bcd7-aeb4d7e7cd7f" xsi:nil="true"/>
    <lcf76f155ced4ddcb4097134ff3c332f xmlns="3b5ab623-3b44-4715-9ecf-8e9c542c2522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17FB547-406D-4FD6-A4BD-60989E2F49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b5ab623-3b44-4715-9ecf-8e9c542c2522"/>
    <ds:schemaRef ds:uri="b1566e0e-cb7e-43d9-bcd7-aeb4d7e7cd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9154DD-F1D3-42AB-AC30-C460229A955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CC7278F-FB22-4798-8775-D6F92CB9A142}">
  <ds:schemaRefs>
    <ds:schemaRef ds:uri="http://www.w3.org/XML/1998/namespace"/>
    <ds:schemaRef ds:uri="http://schemas.microsoft.com/office/2006/documentManagement/types"/>
    <ds:schemaRef ds:uri="http://purl.org/dc/elements/1.1/"/>
    <ds:schemaRef ds:uri="http://purl.org/dc/terms/"/>
    <ds:schemaRef ds:uri="http://schemas.microsoft.com/office/infopath/2007/PartnerControls"/>
    <ds:schemaRef ds:uri="http://schemas.microsoft.com/office/2006/metadata/properties"/>
    <ds:schemaRef ds:uri="http://purl.org/dc/dcmitype/"/>
    <ds:schemaRef ds:uri="http://schemas.openxmlformats.org/package/2006/metadata/core-properties"/>
    <ds:schemaRef ds:uri="7e03a71d-853f-41dd-b48c-d2aa79bc4853"/>
    <ds:schemaRef ds:uri="cbb458c2-76c5-43b5-98cd-f0ada8ea8dac"/>
    <ds:schemaRef ds:uri="26d3b823-e69d-4970-a7f0-4477b5e88fa6"/>
    <ds:schemaRef ds:uri="b1566e0e-cb7e-43d9-bcd7-aeb4d7e7cd7f"/>
    <ds:schemaRef ds:uri="3b5ab623-3b44-4715-9ecf-8e9c542c2522"/>
  </ds:schemaRefs>
</ds:datastoreItem>
</file>

<file path=customXml/itemProps4.xml><?xml version="1.0" encoding="utf-8"?>
<ds:datastoreItem xmlns:ds="http://schemas.openxmlformats.org/officeDocument/2006/customXml" ds:itemID="{86C71C04-A449-417A-A283-327151A74E54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c45dfc26-edbc-44f1-bd07-a2e94e5890ce}" enabled="1" method="Standard" siteId="{815d4e96-e3a0-41eb-9183-2fea315f3277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Ing_Subm_DokA.dot</Template>
  <TotalTime>0</TotalTime>
  <Pages>2</Pages>
  <Words>69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Ing_Subm_DokA</vt:lpstr>
    </vt:vector>
  </TitlesOfParts>
  <Company>Helbling Beratung+Bauplanung AG, ZH</Company>
  <LinksUpToDate>false</LinksUpToDate>
  <CharactersWithSpaces>595</CharactersWithSpaces>
  <SharedDoc>false</SharedDoc>
  <HLinks>
    <vt:vector size="126" baseType="variant">
      <vt:variant>
        <vt:i4>2031674</vt:i4>
      </vt:variant>
      <vt:variant>
        <vt:i4>142</vt:i4>
      </vt:variant>
      <vt:variant>
        <vt:i4>0</vt:i4>
      </vt:variant>
      <vt:variant>
        <vt:i4>5</vt:i4>
      </vt:variant>
      <vt:variant>
        <vt:lpwstr/>
      </vt:variant>
      <vt:variant>
        <vt:lpwstr>_Toc229984978</vt:lpwstr>
      </vt:variant>
      <vt:variant>
        <vt:i4>2031674</vt:i4>
      </vt:variant>
      <vt:variant>
        <vt:i4>136</vt:i4>
      </vt:variant>
      <vt:variant>
        <vt:i4>0</vt:i4>
      </vt:variant>
      <vt:variant>
        <vt:i4>5</vt:i4>
      </vt:variant>
      <vt:variant>
        <vt:lpwstr/>
      </vt:variant>
      <vt:variant>
        <vt:lpwstr>_Toc229984977</vt:lpwstr>
      </vt:variant>
      <vt:variant>
        <vt:i4>2031674</vt:i4>
      </vt:variant>
      <vt:variant>
        <vt:i4>130</vt:i4>
      </vt:variant>
      <vt:variant>
        <vt:i4>0</vt:i4>
      </vt:variant>
      <vt:variant>
        <vt:i4>5</vt:i4>
      </vt:variant>
      <vt:variant>
        <vt:lpwstr/>
      </vt:variant>
      <vt:variant>
        <vt:lpwstr>_Toc229984976</vt:lpwstr>
      </vt:variant>
      <vt:variant>
        <vt:i4>2031674</vt:i4>
      </vt:variant>
      <vt:variant>
        <vt:i4>124</vt:i4>
      </vt:variant>
      <vt:variant>
        <vt:i4>0</vt:i4>
      </vt:variant>
      <vt:variant>
        <vt:i4>5</vt:i4>
      </vt:variant>
      <vt:variant>
        <vt:lpwstr/>
      </vt:variant>
      <vt:variant>
        <vt:lpwstr>_Toc229984975</vt:lpwstr>
      </vt:variant>
      <vt:variant>
        <vt:i4>2031674</vt:i4>
      </vt:variant>
      <vt:variant>
        <vt:i4>118</vt:i4>
      </vt:variant>
      <vt:variant>
        <vt:i4>0</vt:i4>
      </vt:variant>
      <vt:variant>
        <vt:i4>5</vt:i4>
      </vt:variant>
      <vt:variant>
        <vt:lpwstr/>
      </vt:variant>
      <vt:variant>
        <vt:lpwstr>_Toc229984974</vt:lpwstr>
      </vt:variant>
      <vt:variant>
        <vt:i4>2031674</vt:i4>
      </vt:variant>
      <vt:variant>
        <vt:i4>112</vt:i4>
      </vt:variant>
      <vt:variant>
        <vt:i4>0</vt:i4>
      </vt:variant>
      <vt:variant>
        <vt:i4>5</vt:i4>
      </vt:variant>
      <vt:variant>
        <vt:lpwstr/>
      </vt:variant>
      <vt:variant>
        <vt:lpwstr>_Toc229984973</vt:lpwstr>
      </vt:variant>
      <vt:variant>
        <vt:i4>2031674</vt:i4>
      </vt:variant>
      <vt:variant>
        <vt:i4>106</vt:i4>
      </vt:variant>
      <vt:variant>
        <vt:i4>0</vt:i4>
      </vt:variant>
      <vt:variant>
        <vt:i4>5</vt:i4>
      </vt:variant>
      <vt:variant>
        <vt:lpwstr/>
      </vt:variant>
      <vt:variant>
        <vt:lpwstr>_Toc229984972</vt:lpwstr>
      </vt:variant>
      <vt:variant>
        <vt:i4>2031674</vt:i4>
      </vt:variant>
      <vt:variant>
        <vt:i4>100</vt:i4>
      </vt:variant>
      <vt:variant>
        <vt:i4>0</vt:i4>
      </vt:variant>
      <vt:variant>
        <vt:i4>5</vt:i4>
      </vt:variant>
      <vt:variant>
        <vt:lpwstr/>
      </vt:variant>
      <vt:variant>
        <vt:lpwstr>_Toc229984971</vt:lpwstr>
      </vt:variant>
      <vt:variant>
        <vt:i4>2031674</vt:i4>
      </vt:variant>
      <vt:variant>
        <vt:i4>94</vt:i4>
      </vt:variant>
      <vt:variant>
        <vt:i4>0</vt:i4>
      </vt:variant>
      <vt:variant>
        <vt:i4>5</vt:i4>
      </vt:variant>
      <vt:variant>
        <vt:lpwstr/>
      </vt:variant>
      <vt:variant>
        <vt:lpwstr>_Toc229984970</vt:lpwstr>
      </vt:variant>
      <vt:variant>
        <vt:i4>1966138</vt:i4>
      </vt:variant>
      <vt:variant>
        <vt:i4>88</vt:i4>
      </vt:variant>
      <vt:variant>
        <vt:i4>0</vt:i4>
      </vt:variant>
      <vt:variant>
        <vt:i4>5</vt:i4>
      </vt:variant>
      <vt:variant>
        <vt:lpwstr/>
      </vt:variant>
      <vt:variant>
        <vt:lpwstr>_Toc229984969</vt:lpwstr>
      </vt:variant>
      <vt:variant>
        <vt:i4>1966138</vt:i4>
      </vt:variant>
      <vt:variant>
        <vt:i4>82</vt:i4>
      </vt:variant>
      <vt:variant>
        <vt:i4>0</vt:i4>
      </vt:variant>
      <vt:variant>
        <vt:i4>5</vt:i4>
      </vt:variant>
      <vt:variant>
        <vt:lpwstr/>
      </vt:variant>
      <vt:variant>
        <vt:lpwstr>_Toc229984968</vt:lpwstr>
      </vt:variant>
      <vt:variant>
        <vt:i4>1966138</vt:i4>
      </vt:variant>
      <vt:variant>
        <vt:i4>76</vt:i4>
      </vt:variant>
      <vt:variant>
        <vt:i4>0</vt:i4>
      </vt:variant>
      <vt:variant>
        <vt:i4>5</vt:i4>
      </vt:variant>
      <vt:variant>
        <vt:lpwstr/>
      </vt:variant>
      <vt:variant>
        <vt:lpwstr>_Toc229984967</vt:lpwstr>
      </vt:variant>
      <vt:variant>
        <vt:i4>1966138</vt:i4>
      </vt:variant>
      <vt:variant>
        <vt:i4>70</vt:i4>
      </vt:variant>
      <vt:variant>
        <vt:i4>0</vt:i4>
      </vt:variant>
      <vt:variant>
        <vt:i4>5</vt:i4>
      </vt:variant>
      <vt:variant>
        <vt:lpwstr/>
      </vt:variant>
      <vt:variant>
        <vt:lpwstr>_Toc229984966</vt:lpwstr>
      </vt:variant>
      <vt:variant>
        <vt:i4>1966138</vt:i4>
      </vt:variant>
      <vt:variant>
        <vt:i4>64</vt:i4>
      </vt:variant>
      <vt:variant>
        <vt:i4>0</vt:i4>
      </vt:variant>
      <vt:variant>
        <vt:i4>5</vt:i4>
      </vt:variant>
      <vt:variant>
        <vt:lpwstr/>
      </vt:variant>
      <vt:variant>
        <vt:lpwstr>_Toc229984965</vt:lpwstr>
      </vt:variant>
      <vt:variant>
        <vt:i4>1966138</vt:i4>
      </vt:variant>
      <vt:variant>
        <vt:i4>58</vt:i4>
      </vt:variant>
      <vt:variant>
        <vt:i4>0</vt:i4>
      </vt:variant>
      <vt:variant>
        <vt:i4>5</vt:i4>
      </vt:variant>
      <vt:variant>
        <vt:lpwstr/>
      </vt:variant>
      <vt:variant>
        <vt:lpwstr>_Toc229984964</vt:lpwstr>
      </vt:variant>
      <vt:variant>
        <vt:i4>1966138</vt:i4>
      </vt:variant>
      <vt:variant>
        <vt:i4>52</vt:i4>
      </vt:variant>
      <vt:variant>
        <vt:i4>0</vt:i4>
      </vt:variant>
      <vt:variant>
        <vt:i4>5</vt:i4>
      </vt:variant>
      <vt:variant>
        <vt:lpwstr/>
      </vt:variant>
      <vt:variant>
        <vt:lpwstr>_Toc229984963</vt:lpwstr>
      </vt:variant>
      <vt:variant>
        <vt:i4>1966138</vt:i4>
      </vt:variant>
      <vt:variant>
        <vt:i4>46</vt:i4>
      </vt:variant>
      <vt:variant>
        <vt:i4>0</vt:i4>
      </vt:variant>
      <vt:variant>
        <vt:i4>5</vt:i4>
      </vt:variant>
      <vt:variant>
        <vt:lpwstr/>
      </vt:variant>
      <vt:variant>
        <vt:lpwstr>_Toc229984962</vt:lpwstr>
      </vt:variant>
      <vt:variant>
        <vt:i4>1966138</vt:i4>
      </vt:variant>
      <vt:variant>
        <vt:i4>40</vt:i4>
      </vt:variant>
      <vt:variant>
        <vt:i4>0</vt:i4>
      </vt:variant>
      <vt:variant>
        <vt:i4>5</vt:i4>
      </vt:variant>
      <vt:variant>
        <vt:lpwstr/>
      </vt:variant>
      <vt:variant>
        <vt:lpwstr>_Toc229984961</vt:lpwstr>
      </vt:variant>
      <vt:variant>
        <vt:i4>1900602</vt:i4>
      </vt:variant>
      <vt:variant>
        <vt:i4>34</vt:i4>
      </vt:variant>
      <vt:variant>
        <vt:i4>0</vt:i4>
      </vt:variant>
      <vt:variant>
        <vt:i4>5</vt:i4>
      </vt:variant>
      <vt:variant>
        <vt:lpwstr/>
      </vt:variant>
      <vt:variant>
        <vt:lpwstr>_Toc229984959</vt:lpwstr>
      </vt:variant>
      <vt:variant>
        <vt:i4>1900602</vt:i4>
      </vt:variant>
      <vt:variant>
        <vt:i4>28</vt:i4>
      </vt:variant>
      <vt:variant>
        <vt:i4>0</vt:i4>
      </vt:variant>
      <vt:variant>
        <vt:i4>5</vt:i4>
      </vt:variant>
      <vt:variant>
        <vt:lpwstr/>
      </vt:variant>
      <vt:variant>
        <vt:lpwstr>_Toc229984958</vt:lpwstr>
      </vt:variant>
      <vt:variant>
        <vt:i4>1900602</vt:i4>
      </vt:variant>
      <vt:variant>
        <vt:i4>22</vt:i4>
      </vt:variant>
      <vt:variant>
        <vt:i4>0</vt:i4>
      </vt:variant>
      <vt:variant>
        <vt:i4>5</vt:i4>
      </vt:variant>
      <vt:variant>
        <vt:lpwstr/>
      </vt:variant>
      <vt:variant>
        <vt:lpwstr>_Toc229984957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Ing_Subm_DokA</dc:title>
  <dc:creator>Hübner Jens</dc:creator>
  <cp:lastModifiedBy>Stämpfli Andreas, TVS TAB</cp:lastModifiedBy>
  <cp:revision>2</cp:revision>
  <cp:lastPrinted>2024-02-14T14:28:00Z</cp:lastPrinted>
  <dcterms:created xsi:type="dcterms:W3CDTF">2025-03-24T13:52:00Z</dcterms:created>
  <dcterms:modified xsi:type="dcterms:W3CDTF">2025-03-24T13:52:00Z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0x0101006A148DA00457824EA85DDB6A8E8F551C</vt:lpwstr>
  </property>
  <property fmtid="{D5CDD505-2E9C-101B-9397-08002B2CF9AE}" pid="3" name="MediaServiceImageTags">
    <vt:lpwstr/>
  </property>
</Properties>
</file>